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9488A" w14:textId="64564CD0" w:rsidR="00F84E78" w:rsidRPr="00F84E78" w:rsidRDefault="00F84E78" w:rsidP="00F84E78">
      <w:pPr>
        <w:jc w:val="right"/>
        <w:rPr>
          <w:b/>
        </w:rPr>
      </w:pPr>
      <w:r w:rsidRPr="00F84E78">
        <w:rPr>
          <w:b/>
        </w:rPr>
        <w:t>П</w:t>
      </w:r>
      <w:r w:rsidR="00713A79">
        <w:rPr>
          <w:b/>
        </w:rPr>
        <w:t>риложение</w:t>
      </w:r>
      <w:r w:rsidRPr="00F84E78">
        <w:rPr>
          <w:b/>
        </w:rPr>
        <w:t xml:space="preserve"> № </w:t>
      </w:r>
      <w:r w:rsidR="00CA74A7">
        <w:rPr>
          <w:b/>
        </w:rPr>
        <w:t>7</w:t>
      </w:r>
    </w:p>
    <w:p w14:paraId="40D0C16E" w14:textId="3EDA743D" w:rsidR="00F84E78" w:rsidRPr="00F84E78" w:rsidRDefault="00F84E78" w:rsidP="00F84E78">
      <w:pPr>
        <w:jc w:val="right"/>
      </w:pPr>
      <w:r w:rsidRPr="00F84E78">
        <w:t xml:space="preserve">к </w:t>
      </w:r>
      <w:r w:rsidR="00DA3199">
        <w:t>Д</w:t>
      </w:r>
      <w:r w:rsidRPr="00F84E78">
        <w:t xml:space="preserve">оговору </w:t>
      </w:r>
      <w:r w:rsidR="00EF32BD">
        <w:t xml:space="preserve">поставки № </w:t>
      </w:r>
      <w:r w:rsidR="00CA74A7" w:rsidRPr="00CA74A7">
        <w:t>АТ-</w:t>
      </w:r>
      <w:r w:rsidR="00A36F92">
        <w:t>__</w:t>
      </w:r>
      <w:r w:rsidR="00CA74A7" w:rsidRPr="00CA74A7">
        <w:t>-Д</w:t>
      </w:r>
      <w:r w:rsidR="00756D84">
        <w:t>___</w:t>
      </w:r>
    </w:p>
    <w:p w14:paraId="239976FF" w14:textId="09CDD801" w:rsidR="00F84E78" w:rsidRPr="00F84E78" w:rsidRDefault="00F84E78" w:rsidP="00F84E78">
      <w:pPr>
        <w:jc w:val="right"/>
      </w:pPr>
      <w:r w:rsidRPr="00F84E78">
        <w:t xml:space="preserve">от </w:t>
      </w:r>
      <w:r w:rsidR="00DA3199" w:rsidRPr="00F84E78">
        <w:t>«</w:t>
      </w:r>
      <w:r w:rsidR="00756D84">
        <w:t>____</w:t>
      </w:r>
      <w:r w:rsidR="00DA3199" w:rsidRPr="00F84E78">
        <w:t xml:space="preserve">» </w:t>
      </w:r>
      <w:r w:rsidR="00756D84">
        <w:t>_____________</w:t>
      </w:r>
      <w:r w:rsidR="00DA3199">
        <w:rPr>
          <w:sz w:val="22"/>
          <w:szCs w:val="22"/>
        </w:rPr>
        <w:t xml:space="preserve"> </w:t>
      </w:r>
      <w:r w:rsidRPr="00F84E78">
        <w:t>20</w:t>
      </w:r>
      <w:r w:rsidR="00756D84">
        <w:t>__</w:t>
      </w:r>
      <w:r w:rsidRPr="00F84E78">
        <w:t xml:space="preserve"> г. </w:t>
      </w:r>
    </w:p>
    <w:p w14:paraId="3555E083" w14:textId="2BA51E91" w:rsidR="00A36F92" w:rsidRPr="00A36F92" w:rsidRDefault="00A36F92" w:rsidP="00A36F92">
      <w:pPr>
        <w:rPr>
          <w:b/>
          <w:color w:val="808080" w:themeColor="background1" w:themeShade="80"/>
          <w:sz w:val="22"/>
          <w:szCs w:val="22"/>
        </w:rPr>
      </w:pPr>
      <w:r w:rsidRPr="00A36F92">
        <w:rPr>
          <w:b/>
          <w:color w:val="808080" w:themeColor="background1" w:themeShade="80"/>
          <w:sz w:val="22"/>
          <w:szCs w:val="22"/>
        </w:rPr>
        <w:t>Отчет об использовании давальческих материалов (ФОРМА)</w:t>
      </w:r>
    </w:p>
    <w:p w14:paraId="4AB44BC7" w14:textId="77777777" w:rsidR="00A36F92" w:rsidRDefault="00A36F92" w:rsidP="00F84E78">
      <w:pPr>
        <w:jc w:val="center"/>
        <w:rPr>
          <w:b/>
          <w:sz w:val="22"/>
          <w:szCs w:val="22"/>
        </w:rPr>
      </w:pPr>
    </w:p>
    <w:p w14:paraId="5A6B32B5" w14:textId="6DFE2A93" w:rsidR="00F84E78" w:rsidRPr="00F84E78" w:rsidRDefault="00F84E78" w:rsidP="00F84E78">
      <w:pPr>
        <w:jc w:val="center"/>
        <w:rPr>
          <w:b/>
          <w:sz w:val="22"/>
          <w:szCs w:val="22"/>
        </w:rPr>
      </w:pPr>
      <w:r w:rsidRPr="00F84E78">
        <w:rPr>
          <w:b/>
          <w:sz w:val="22"/>
          <w:szCs w:val="22"/>
        </w:rPr>
        <w:t>Отчет об использовании давальческих материалов</w:t>
      </w:r>
    </w:p>
    <w:p w14:paraId="591A9FB9" w14:textId="77DADBA0" w:rsidR="00F84E78" w:rsidRPr="00F84E78" w:rsidRDefault="00F84E78" w:rsidP="00A36F92">
      <w:pPr>
        <w:jc w:val="center"/>
        <w:rPr>
          <w:b/>
          <w:sz w:val="22"/>
          <w:szCs w:val="22"/>
        </w:rPr>
      </w:pPr>
      <w:r w:rsidRPr="00F84E78">
        <w:rPr>
          <w:b/>
          <w:sz w:val="22"/>
          <w:szCs w:val="22"/>
        </w:rPr>
        <w:t>(уложенных в дело)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5"/>
        <w:gridCol w:w="10413"/>
      </w:tblGrid>
      <w:tr w:rsidR="00F84E78" w:rsidRPr="00F84E78" w14:paraId="46E1AEFE" w14:textId="77777777" w:rsidTr="00C63AEC">
        <w:tc>
          <w:tcPr>
            <w:tcW w:w="5148" w:type="dxa"/>
          </w:tcPr>
          <w:p w14:paraId="6D6E6B8C" w14:textId="77777777" w:rsidR="00F84E78" w:rsidRPr="00F84E78" w:rsidRDefault="00F84E78" w:rsidP="00F84E78">
            <w:pPr>
              <w:jc w:val="both"/>
              <w:rPr>
                <w:sz w:val="22"/>
                <w:szCs w:val="22"/>
              </w:rPr>
            </w:pPr>
            <w:r w:rsidRPr="00F84E78">
              <w:rPr>
                <w:i/>
                <w:sz w:val="22"/>
                <w:szCs w:val="22"/>
              </w:rPr>
              <w:t xml:space="preserve">г. Краснодар </w:t>
            </w:r>
          </w:p>
        </w:tc>
        <w:tc>
          <w:tcPr>
            <w:tcW w:w="10695" w:type="dxa"/>
          </w:tcPr>
          <w:p w14:paraId="4020D6EA" w14:textId="5E73839D" w:rsidR="00F84E78" w:rsidRPr="00F84E78" w:rsidRDefault="00CA74A7" w:rsidP="00CA74A7">
            <w:pPr>
              <w:jc w:val="right"/>
              <w:rPr>
                <w:sz w:val="22"/>
                <w:szCs w:val="22"/>
              </w:rPr>
            </w:pPr>
            <w:r w:rsidRPr="00F84E78">
              <w:rPr>
                <w:sz w:val="22"/>
                <w:szCs w:val="22"/>
              </w:rPr>
              <w:t>«____»</w:t>
            </w:r>
            <w:r>
              <w:rPr>
                <w:sz w:val="22"/>
                <w:szCs w:val="22"/>
              </w:rPr>
              <w:t xml:space="preserve"> _____ </w:t>
            </w:r>
            <w:r w:rsidR="00F84E78" w:rsidRPr="00F84E78">
              <w:rPr>
                <w:sz w:val="22"/>
                <w:szCs w:val="22"/>
              </w:rPr>
              <w:t>20___ г.</w:t>
            </w:r>
          </w:p>
        </w:tc>
      </w:tr>
    </w:tbl>
    <w:p w14:paraId="5B0313E6" w14:textId="77777777" w:rsidR="00F84E78" w:rsidRPr="00F84E78" w:rsidRDefault="00F84E78" w:rsidP="00F84E78">
      <w:pPr>
        <w:ind w:firstLine="540"/>
        <w:jc w:val="both"/>
        <w:rPr>
          <w:sz w:val="22"/>
          <w:szCs w:val="22"/>
        </w:rPr>
      </w:pPr>
    </w:p>
    <w:p w14:paraId="201F3F4A" w14:textId="4BE92DD5" w:rsidR="00F84E78" w:rsidRPr="00F84E78" w:rsidRDefault="00F84E78" w:rsidP="00F84E78">
      <w:pPr>
        <w:ind w:firstLine="540"/>
        <w:jc w:val="both"/>
        <w:rPr>
          <w:sz w:val="22"/>
          <w:szCs w:val="22"/>
        </w:rPr>
      </w:pPr>
      <w:r w:rsidRPr="00F84E78">
        <w:rPr>
          <w:b/>
          <w:sz w:val="22"/>
          <w:szCs w:val="22"/>
        </w:rPr>
        <w:t>ООО «АЭРОТЕРМИНАЛ»</w:t>
      </w:r>
      <w:r w:rsidRPr="00F84E78">
        <w:rPr>
          <w:sz w:val="22"/>
          <w:szCs w:val="22"/>
        </w:rPr>
        <w:t xml:space="preserve">, именуемое в дальнейшем </w:t>
      </w:r>
      <w:r w:rsidRPr="00F84E78">
        <w:rPr>
          <w:b/>
          <w:sz w:val="22"/>
          <w:szCs w:val="22"/>
        </w:rPr>
        <w:t>«</w:t>
      </w:r>
      <w:r w:rsidR="005D61F1">
        <w:rPr>
          <w:b/>
          <w:sz w:val="22"/>
          <w:szCs w:val="22"/>
        </w:rPr>
        <w:t>Покупатель</w:t>
      </w:r>
      <w:r w:rsidRPr="00F84E78">
        <w:rPr>
          <w:b/>
          <w:sz w:val="22"/>
          <w:szCs w:val="22"/>
        </w:rPr>
        <w:t>»,</w:t>
      </w:r>
      <w:r w:rsidRPr="00F84E78">
        <w:rPr>
          <w:sz w:val="22"/>
          <w:szCs w:val="22"/>
        </w:rPr>
        <w:t xml:space="preserve"> в лице ________________________, действующего на основании ___________, с одной стороны, и </w:t>
      </w:r>
    </w:p>
    <w:p w14:paraId="69CBC077" w14:textId="447842F4" w:rsidR="00F84E78" w:rsidRPr="00F84E78" w:rsidRDefault="00F84E78" w:rsidP="00F84E78">
      <w:pPr>
        <w:ind w:firstLine="540"/>
        <w:jc w:val="both"/>
        <w:rPr>
          <w:sz w:val="22"/>
          <w:szCs w:val="22"/>
        </w:rPr>
      </w:pPr>
      <w:r w:rsidRPr="00F84E78">
        <w:rPr>
          <w:sz w:val="22"/>
          <w:szCs w:val="22"/>
        </w:rPr>
        <w:t xml:space="preserve"> </w:t>
      </w:r>
      <w:r w:rsidRPr="00F84E78">
        <w:rPr>
          <w:b/>
          <w:sz w:val="22"/>
          <w:szCs w:val="22"/>
        </w:rPr>
        <w:t>__________________</w:t>
      </w:r>
      <w:r w:rsidRPr="00F84E78">
        <w:rPr>
          <w:sz w:val="22"/>
          <w:szCs w:val="22"/>
        </w:rPr>
        <w:t xml:space="preserve">, именуемое в дальнейшем </w:t>
      </w:r>
      <w:r w:rsidRPr="00F84E78">
        <w:rPr>
          <w:b/>
          <w:sz w:val="22"/>
          <w:szCs w:val="22"/>
        </w:rPr>
        <w:t>«По</w:t>
      </w:r>
      <w:r w:rsidR="005D61F1">
        <w:rPr>
          <w:b/>
          <w:sz w:val="22"/>
          <w:szCs w:val="22"/>
        </w:rPr>
        <w:t>ставщик</w:t>
      </w:r>
      <w:r w:rsidRPr="00F84E78">
        <w:rPr>
          <w:b/>
          <w:sz w:val="22"/>
          <w:szCs w:val="22"/>
        </w:rPr>
        <w:t>»,</w:t>
      </w:r>
      <w:r w:rsidRPr="00F84E78">
        <w:rPr>
          <w:sz w:val="22"/>
          <w:szCs w:val="22"/>
        </w:rPr>
        <w:t xml:space="preserve"> в лице ______________________, действующего на основании ___________,</w:t>
      </w:r>
      <w:r w:rsidRPr="00F84E78">
        <w:rPr>
          <w:color w:val="000000"/>
          <w:sz w:val="22"/>
          <w:szCs w:val="22"/>
        </w:rPr>
        <w:t xml:space="preserve"> </w:t>
      </w:r>
      <w:r w:rsidRPr="00F84E78">
        <w:rPr>
          <w:sz w:val="22"/>
          <w:szCs w:val="22"/>
        </w:rPr>
        <w:t xml:space="preserve">с другой стороны, </w:t>
      </w:r>
      <w:r w:rsidRPr="00F84E78">
        <w:rPr>
          <w:color w:val="000000"/>
          <w:sz w:val="22"/>
          <w:szCs w:val="22"/>
        </w:rPr>
        <w:t xml:space="preserve">составили настоящий Отчет (далее – «Отчет») о </w:t>
      </w:r>
      <w:r w:rsidRPr="00F84E78">
        <w:rPr>
          <w:sz w:val="22"/>
          <w:szCs w:val="22"/>
        </w:rPr>
        <w:t xml:space="preserve">том, что по состоянию на «___» _________ _____ г. материалы, переданные </w:t>
      </w:r>
      <w:r w:rsidR="005D61F1">
        <w:rPr>
          <w:sz w:val="22"/>
          <w:szCs w:val="22"/>
        </w:rPr>
        <w:t>Покупателем Поставщику</w:t>
      </w:r>
      <w:r w:rsidRPr="00F84E78">
        <w:rPr>
          <w:sz w:val="22"/>
          <w:szCs w:val="22"/>
        </w:rPr>
        <w:t xml:space="preserve"> по накладным на отпуск материалов на сторону по форме М-15 уложены в дело в ходе выполнения </w:t>
      </w:r>
      <w:r w:rsidR="005D61F1">
        <w:rPr>
          <w:sz w:val="22"/>
          <w:szCs w:val="22"/>
        </w:rPr>
        <w:t>монтажных</w:t>
      </w:r>
      <w:r w:rsidRPr="00F84E78">
        <w:rPr>
          <w:sz w:val="22"/>
          <w:szCs w:val="22"/>
        </w:rPr>
        <w:t xml:space="preserve"> работ по Договору </w:t>
      </w:r>
      <w:r w:rsidR="005D61F1">
        <w:rPr>
          <w:sz w:val="22"/>
          <w:szCs w:val="22"/>
        </w:rPr>
        <w:t>п</w:t>
      </w:r>
      <w:r w:rsidR="00E122CC">
        <w:rPr>
          <w:sz w:val="22"/>
          <w:szCs w:val="22"/>
        </w:rPr>
        <w:t xml:space="preserve">оставки № </w:t>
      </w:r>
      <w:r w:rsidR="00C83C30">
        <w:rPr>
          <w:sz w:val="22"/>
          <w:szCs w:val="22"/>
        </w:rPr>
        <w:t>АТ</w:t>
      </w:r>
      <w:r w:rsidR="00CA74A7" w:rsidRPr="00CA74A7">
        <w:rPr>
          <w:sz w:val="22"/>
          <w:szCs w:val="22"/>
        </w:rPr>
        <w:t>-</w:t>
      </w:r>
      <w:r w:rsidR="00A36F92">
        <w:rPr>
          <w:sz w:val="22"/>
          <w:szCs w:val="22"/>
        </w:rPr>
        <w:t>__</w:t>
      </w:r>
      <w:r w:rsidR="00CA74A7" w:rsidRPr="00CA74A7">
        <w:rPr>
          <w:sz w:val="22"/>
          <w:szCs w:val="22"/>
        </w:rPr>
        <w:t>-Д</w:t>
      </w:r>
      <w:r w:rsidR="00756D84">
        <w:rPr>
          <w:sz w:val="22"/>
          <w:szCs w:val="22"/>
        </w:rPr>
        <w:t>____</w:t>
      </w:r>
      <w:r w:rsidR="00560B6A">
        <w:rPr>
          <w:sz w:val="22"/>
          <w:szCs w:val="22"/>
        </w:rPr>
        <w:t xml:space="preserve"> </w:t>
      </w:r>
      <w:r w:rsidR="00E122CC">
        <w:rPr>
          <w:sz w:val="22"/>
          <w:szCs w:val="22"/>
        </w:rPr>
        <w:t>от «___»</w:t>
      </w:r>
      <w:r w:rsidR="005D61F1">
        <w:rPr>
          <w:sz w:val="22"/>
          <w:szCs w:val="22"/>
        </w:rPr>
        <w:t>_________ 20</w:t>
      </w:r>
      <w:r w:rsidR="00756D84">
        <w:rPr>
          <w:sz w:val="22"/>
          <w:szCs w:val="22"/>
        </w:rPr>
        <w:t>__</w:t>
      </w:r>
      <w:r w:rsidR="00225DBA">
        <w:rPr>
          <w:sz w:val="22"/>
          <w:szCs w:val="22"/>
        </w:rPr>
        <w:t xml:space="preserve"> </w:t>
      </w:r>
      <w:r w:rsidRPr="00F84E78">
        <w:rPr>
          <w:sz w:val="22"/>
          <w:szCs w:val="22"/>
        </w:rPr>
        <w:t>г. и подлежат списанию.</w:t>
      </w:r>
    </w:p>
    <w:p w14:paraId="48A3731E" w14:textId="77777777" w:rsidR="00F84E78" w:rsidRPr="00F84E78" w:rsidRDefault="00F84E78" w:rsidP="00F84E78">
      <w:pPr>
        <w:ind w:firstLine="540"/>
        <w:jc w:val="both"/>
        <w:rPr>
          <w:sz w:val="22"/>
          <w:szCs w:val="22"/>
        </w:rPr>
      </w:pPr>
    </w:p>
    <w:tbl>
      <w:tblPr>
        <w:tblW w:w="14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1092"/>
        <w:gridCol w:w="1555"/>
        <w:gridCol w:w="598"/>
        <w:gridCol w:w="2203"/>
        <w:gridCol w:w="487"/>
        <w:gridCol w:w="1012"/>
        <w:gridCol w:w="1528"/>
        <w:gridCol w:w="2926"/>
        <w:gridCol w:w="347"/>
        <w:gridCol w:w="1242"/>
      </w:tblGrid>
      <w:tr w:rsidR="00F84E78" w:rsidRPr="00F84E78" w14:paraId="2F133AE3" w14:textId="77777777" w:rsidTr="00756D84">
        <w:trPr>
          <w:trHeight w:val="1238"/>
          <w:jc w:val="center"/>
        </w:trPr>
        <w:tc>
          <w:tcPr>
            <w:tcW w:w="3090" w:type="dxa"/>
            <w:gridSpan w:val="2"/>
            <w:vAlign w:val="center"/>
          </w:tcPr>
          <w:p w14:paraId="4184103A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№</w:t>
            </w:r>
          </w:p>
          <w:p w14:paraId="026F621B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555" w:type="dxa"/>
            <w:vAlign w:val="center"/>
          </w:tcPr>
          <w:p w14:paraId="061361E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Наименование</w:t>
            </w:r>
          </w:p>
          <w:p w14:paraId="309FA85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оборудования,</w:t>
            </w:r>
          </w:p>
          <w:p w14:paraId="7809349B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материалов</w:t>
            </w:r>
          </w:p>
        </w:tc>
        <w:tc>
          <w:tcPr>
            <w:tcW w:w="598" w:type="dxa"/>
            <w:vAlign w:val="center"/>
          </w:tcPr>
          <w:p w14:paraId="143425AB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Ед.</w:t>
            </w:r>
          </w:p>
          <w:p w14:paraId="2F95DD06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2203" w:type="dxa"/>
            <w:vAlign w:val="center"/>
          </w:tcPr>
          <w:p w14:paraId="234D0919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Остаток давальческих материалов, переданным</w:t>
            </w:r>
          </w:p>
          <w:p w14:paraId="5D62B65C" w14:textId="45FA7F9D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по накладным по состоянию на «__»__________20__г.</w:t>
            </w:r>
          </w:p>
        </w:tc>
        <w:tc>
          <w:tcPr>
            <w:tcW w:w="1499" w:type="dxa"/>
            <w:gridSpan w:val="2"/>
            <w:vAlign w:val="center"/>
          </w:tcPr>
          <w:p w14:paraId="2EFABCB1" w14:textId="77777777" w:rsidR="00F84E78" w:rsidRPr="007D4E94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D4E94">
              <w:rPr>
                <w:b/>
                <w:sz w:val="20"/>
                <w:szCs w:val="20"/>
              </w:rPr>
              <w:t>№ и дата</w:t>
            </w:r>
          </w:p>
          <w:p w14:paraId="6425A0E6" w14:textId="48EB9B85" w:rsidR="00F84E78" w:rsidRPr="007D4E94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D4E94">
              <w:rPr>
                <w:b/>
                <w:sz w:val="20"/>
                <w:szCs w:val="20"/>
              </w:rPr>
              <w:t>акта выполненных работ</w:t>
            </w:r>
          </w:p>
        </w:tc>
        <w:tc>
          <w:tcPr>
            <w:tcW w:w="1528" w:type="dxa"/>
            <w:vAlign w:val="center"/>
          </w:tcPr>
          <w:p w14:paraId="129A8627" w14:textId="77777777" w:rsidR="00F84E78" w:rsidRPr="007D4E94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D4E94">
              <w:rPr>
                <w:b/>
                <w:sz w:val="20"/>
                <w:szCs w:val="20"/>
              </w:rPr>
              <w:t>Итого расход</w:t>
            </w:r>
          </w:p>
          <w:p w14:paraId="4D193D8A" w14:textId="2ECEA6A4" w:rsidR="00F84E78" w:rsidRPr="007D4E94" w:rsidRDefault="007D4E94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D4E94">
              <w:rPr>
                <w:b/>
                <w:sz w:val="20"/>
                <w:szCs w:val="20"/>
              </w:rPr>
              <w:t xml:space="preserve">по </w:t>
            </w:r>
            <w:r w:rsidR="00F84E78" w:rsidRPr="007D4E94">
              <w:rPr>
                <w:b/>
                <w:sz w:val="20"/>
                <w:szCs w:val="20"/>
              </w:rPr>
              <w:t>акту выполненных работ</w:t>
            </w:r>
          </w:p>
        </w:tc>
        <w:tc>
          <w:tcPr>
            <w:tcW w:w="2926" w:type="dxa"/>
            <w:vAlign w:val="center"/>
          </w:tcPr>
          <w:p w14:paraId="5C5AB9E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Остаток,</w:t>
            </w:r>
          </w:p>
          <w:p w14:paraId="1F9A22BE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возвращенный</w:t>
            </w:r>
          </w:p>
          <w:p w14:paraId="77338E5D" w14:textId="69463563" w:rsidR="00F84E78" w:rsidRPr="00F84E78" w:rsidRDefault="008C5DBD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Покупателю</w:t>
            </w:r>
          </w:p>
          <w:p w14:paraId="0FE98099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в натуральном виде</w:t>
            </w:r>
          </w:p>
        </w:tc>
        <w:tc>
          <w:tcPr>
            <w:tcW w:w="1589" w:type="dxa"/>
            <w:gridSpan w:val="2"/>
            <w:vAlign w:val="center"/>
          </w:tcPr>
          <w:p w14:paraId="0BF715F9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Остаток,</w:t>
            </w:r>
          </w:p>
          <w:p w14:paraId="2112A14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числящийся</w:t>
            </w:r>
          </w:p>
          <w:p w14:paraId="62C15CD5" w14:textId="6ADD82AB" w:rsidR="00F84E78" w:rsidRPr="00F84E78" w:rsidRDefault="00F84E78" w:rsidP="008C5DB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за По</w:t>
            </w:r>
            <w:r w:rsidR="008C5DBD">
              <w:rPr>
                <w:b/>
                <w:sz w:val="20"/>
                <w:szCs w:val="20"/>
              </w:rPr>
              <w:t>ставщиком</w:t>
            </w:r>
          </w:p>
        </w:tc>
      </w:tr>
      <w:tr w:rsidR="00F84E78" w:rsidRPr="00F84E78" w14:paraId="20E0A65A" w14:textId="77777777" w:rsidTr="00756D84">
        <w:trPr>
          <w:trHeight w:val="238"/>
          <w:jc w:val="center"/>
        </w:trPr>
        <w:tc>
          <w:tcPr>
            <w:tcW w:w="3090" w:type="dxa"/>
            <w:gridSpan w:val="2"/>
            <w:vAlign w:val="center"/>
          </w:tcPr>
          <w:p w14:paraId="0FC6D256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5" w:type="dxa"/>
            <w:vAlign w:val="center"/>
          </w:tcPr>
          <w:p w14:paraId="597FE5B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98" w:type="dxa"/>
            <w:vAlign w:val="center"/>
          </w:tcPr>
          <w:p w14:paraId="1A9D5BDA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03" w:type="dxa"/>
            <w:vAlign w:val="center"/>
          </w:tcPr>
          <w:p w14:paraId="21D98C0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99" w:type="dxa"/>
            <w:gridSpan w:val="2"/>
            <w:vAlign w:val="center"/>
          </w:tcPr>
          <w:p w14:paraId="31DD5CC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28" w:type="dxa"/>
            <w:vAlign w:val="center"/>
          </w:tcPr>
          <w:p w14:paraId="143D2AA4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926" w:type="dxa"/>
            <w:vAlign w:val="center"/>
          </w:tcPr>
          <w:p w14:paraId="0999A21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89" w:type="dxa"/>
            <w:gridSpan w:val="2"/>
            <w:vAlign w:val="center"/>
          </w:tcPr>
          <w:p w14:paraId="65EBC490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8</w:t>
            </w:r>
          </w:p>
        </w:tc>
      </w:tr>
      <w:tr w:rsidR="00F84E78" w:rsidRPr="00F84E78" w14:paraId="38166458" w14:textId="77777777" w:rsidTr="00756D84">
        <w:trPr>
          <w:trHeight w:val="250"/>
          <w:jc w:val="center"/>
        </w:trPr>
        <w:tc>
          <w:tcPr>
            <w:tcW w:w="3090" w:type="dxa"/>
            <w:gridSpan w:val="2"/>
            <w:vAlign w:val="center"/>
          </w:tcPr>
          <w:p w14:paraId="655A7C9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5B6AD25F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98" w:type="dxa"/>
            <w:vAlign w:val="center"/>
          </w:tcPr>
          <w:p w14:paraId="2C1569B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3" w:type="dxa"/>
            <w:vAlign w:val="center"/>
          </w:tcPr>
          <w:p w14:paraId="4C857E3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384759DF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244F96B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26" w:type="dxa"/>
            <w:vAlign w:val="center"/>
          </w:tcPr>
          <w:p w14:paraId="1C55574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vAlign w:val="center"/>
          </w:tcPr>
          <w:p w14:paraId="1102EBA2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F84E78" w:rsidRPr="00F84E78" w14:paraId="45E31FE4" w14:textId="77777777" w:rsidTr="00756D84">
        <w:trPr>
          <w:trHeight w:val="250"/>
          <w:jc w:val="center"/>
        </w:trPr>
        <w:tc>
          <w:tcPr>
            <w:tcW w:w="3090" w:type="dxa"/>
            <w:gridSpan w:val="2"/>
            <w:vAlign w:val="center"/>
          </w:tcPr>
          <w:p w14:paraId="4E144A2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7B6E81C0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98" w:type="dxa"/>
            <w:vAlign w:val="center"/>
          </w:tcPr>
          <w:p w14:paraId="5974A80C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3" w:type="dxa"/>
            <w:vAlign w:val="center"/>
          </w:tcPr>
          <w:p w14:paraId="6B5FB397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5179A2E3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426AC232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26" w:type="dxa"/>
            <w:vAlign w:val="center"/>
          </w:tcPr>
          <w:p w14:paraId="14A8C8F1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vAlign w:val="center"/>
          </w:tcPr>
          <w:p w14:paraId="2A3171AF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F84E78" w:rsidRPr="00F84E78" w14:paraId="7C5260F9" w14:textId="77777777" w:rsidTr="00756D8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998" w:type="dxa"/>
          <w:wAfter w:w="1242" w:type="dxa"/>
          <w:trHeight w:val="965"/>
        </w:trPr>
        <w:tc>
          <w:tcPr>
            <w:tcW w:w="5935" w:type="dxa"/>
            <w:gridSpan w:val="5"/>
          </w:tcPr>
          <w:p w14:paraId="354B3516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21405CDE" w14:textId="6ACA1F23" w:rsidR="00F84E78" w:rsidRPr="00F84E78" w:rsidRDefault="00F84E78" w:rsidP="00756D84">
            <w:pPr>
              <w:ind w:left="-2358" w:firstLine="2373"/>
              <w:jc w:val="both"/>
              <w:rPr>
                <w:b/>
                <w:sz w:val="22"/>
                <w:szCs w:val="22"/>
              </w:rPr>
            </w:pPr>
            <w:r w:rsidRPr="00F84E78">
              <w:rPr>
                <w:b/>
                <w:sz w:val="22"/>
                <w:szCs w:val="22"/>
              </w:rPr>
              <w:t xml:space="preserve">От </w:t>
            </w:r>
            <w:r w:rsidR="00AD7DA1">
              <w:rPr>
                <w:b/>
                <w:sz w:val="22"/>
                <w:szCs w:val="22"/>
              </w:rPr>
              <w:t>Поставщика</w:t>
            </w:r>
            <w:r w:rsidRPr="00F84E78">
              <w:rPr>
                <w:b/>
                <w:sz w:val="22"/>
                <w:szCs w:val="22"/>
              </w:rPr>
              <w:t>:</w:t>
            </w:r>
          </w:p>
          <w:p w14:paraId="3D377C40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14A687A8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F84E78">
              <w:rPr>
                <w:b/>
                <w:sz w:val="22"/>
                <w:szCs w:val="22"/>
                <w:u w:val="single"/>
              </w:rPr>
              <w:t>________________________ (_____________)</w:t>
            </w:r>
          </w:p>
        </w:tc>
        <w:tc>
          <w:tcPr>
            <w:tcW w:w="5813" w:type="dxa"/>
            <w:gridSpan w:val="4"/>
          </w:tcPr>
          <w:p w14:paraId="53AEFACB" w14:textId="77777777" w:rsidR="00F84E78" w:rsidRPr="00F84E78" w:rsidRDefault="00F84E78" w:rsidP="00756D84">
            <w:pPr>
              <w:ind w:left="313" w:hanging="313"/>
              <w:jc w:val="both"/>
              <w:rPr>
                <w:b/>
                <w:sz w:val="22"/>
                <w:szCs w:val="22"/>
              </w:rPr>
            </w:pPr>
          </w:p>
          <w:p w14:paraId="7AD81183" w14:textId="1DC54821" w:rsidR="00F84E78" w:rsidRPr="00F84E78" w:rsidRDefault="00AD7DA1" w:rsidP="00756D84">
            <w:pPr>
              <w:ind w:left="313" w:hanging="31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 Покупателя</w:t>
            </w:r>
            <w:r w:rsidR="00F84E78" w:rsidRPr="00F84E78">
              <w:rPr>
                <w:b/>
                <w:sz w:val="22"/>
                <w:szCs w:val="22"/>
              </w:rPr>
              <w:t>:</w:t>
            </w:r>
          </w:p>
          <w:p w14:paraId="4E24D1A4" w14:textId="77777777" w:rsidR="00F84E78" w:rsidRPr="00F84E78" w:rsidRDefault="00F84E78" w:rsidP="00756D84">
            <w:pPr>
              <w:ind w:left="313" w:hanging="313"/>
              <w:jc w:val="both"/>
              <w:rPr>
                <w:b/>
                <w:sz w:val="22"/>
                <w:szCs w:val="22"/>
              </w:rPr>
            </w:pPr>
          </w:p>
          <w:p w14:paraId="758B4E93" w14:textId="77777777" w:rsidR="00F84E78" w:rsidRPr="00F84E78" w:rsidRDefault="00F84E78" w:rsidP="00756D84">
            <w:pPr>
              <w:ind w:left="313" w:hanging="313"/>
              <w:jc w:val="both"/>
              <w:rPr>
                <w:b/>
                <w:sz w:val="22"/>
                <w:szCs w:val="22"/>
                <w:u w:val="single"/>
              </w:rPr>
            </w:pPr>
            <w:r w:rsidRPr="00F84E78">
              <w:rPr>
                <w:b/>
                <w:sz w:val="22"/>
                <w:szCs w:val="22"/>
                <w:u w:val="single"/>
              </w:rPr>
              <w:t>_________________(_____________)</w:t>
            </w:r>
          </w:p>
        </w:tc>
      </w:tr>
    </w:tbl>
    <w:p w14:paraId="7F5F2F28" w14:textId="77777777" w:rsidR="00F84E78" w:rsidRPr="00F84E78" w:rsidRDefault="00F84E78" w:rsidP="00F84E78">
      <w:pPr>
        <w:jc w:val="center"/>
        <w:rPr>
          <w:b/>
        </w:rPr>
      </w:pPr>
    </w:p>
    <w:p w14:paraId="01A117BB" w14:textId="0C806BCE" w:rsidR="00F84E78" w:rsidRDefault="00A36F92" w:rsidP="00F84E78">
      <w:pPr>
        <w:jc w:val="center"/>
        <w:rPr>
          <w:b/>
        </w:rPr>
      </w:pPr>
      <w:r>
        <w:rPr>
          <w:b/>
        </w:rPr>
        <w:t>ФОРМА</w:t>
      </w:r>
      <w:r w:rsidR="00DA3199" w:rsidRPr="00F84E78">
        <w:rPr>
          <w:b/>
        </w:rPr>
        <w:t xml:space="preserve"> </w:t>
      </w:r>
      <w:r w:rsidR="00F84E78" w:rsidRPr="00F84E78">
        <w:rPr>
          <w:b/>
        </w:rPr>
        <w:t>СОГЛАСОВАН</w:t>
      </w:r>
      <w:r>
        <w:rPr>
          <w:b/>
        </w:rPr>
        <w:t>А</w:t>
      </w:r>
      <w:r w:rsidR="00F84E78" w:rsidRPr="00F84E78">
        <w:rPr>
          <w:b/>
        </w:rPr>
        <w:t>:</w:t>
      </w:r>
    </w:p>
    <w:p w14:paraId="62B25D97" w14:textId="77777777" w:rsidR="00756D84" w:rsidRPr="00756D84" w:rsidRDefault="00756D84" w:rsidP="00F84E78">
      <w:pPr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55"/>
        <w:gridCol w:w="7513"/>
      </w:tblGrid>
      <w:tr w:rsidR="00756D84" w:rsidRPr="00756D84" w14:paraId="294704E2" w14:textId="77777777" w:rsidTr="00A36F92">
        <w:trPr>
          <w:trHeight w:val="1477"/>
        </w:trPr>
        <w:tc>
          <w:tcPr>
            <w:tcW w:w="7655" w:type="dxa"/>
            <w:hideMark/>
          </w:tcPr>
          <w:tbl>
            <w:tblPr>
              <w:tblW w:w="0" w:type="auto"/>
              <w:tblInd w:w="2159" w:type="dxa"/>
              <w:tblLook w:val="04A0" w:firstRow="1" w:lastRow="0" w:firstColumn="1" w:lastColumn="0" w:noHBand="0" w:noVBand="1"/>
            </w:tblPr>
            <w:tblGrid>
              <w:gridCol w:w="5245"/>
            </w:tblGrid>
            <w:tr w:rsidR="00756D84" w:rsidRPr="00756D84" w14:paraId="798E3070" w14:textId="77777777" w:rsidTr="00756D84">
              <w:tc>
                <w:tcPr>
                  <w:tcW w:w="5245" w:type="dxa"/>
                  <w:hideMark/>
                </w:tcPr>
                <w:p w14:paraId="6CAB0FE8" w14:textId="77777777" w:rsidR="00756D84" w:rsidRPr="00756D84" w:rsidRDefault="00756D84" w:rsidP="00756D84">
                  <w:pPr>
                    <w:widowControl w:val="0"/>
                    <w:tabs>
                      <w:tab w:val="left" w:pos="993"/>
                      <w:tab w:val="left" w:pos="1276"/>
                    </w:tabs>
                    <w:autoSpaceDE w:val="0"/>
                    <w:autoSpaceDN w:val="0"/>
                    <w:adjustRightInd w:val="0"/>
                    <w:outlineLvl w:val="0"/>
                    <w:rPr>
                      <w:b/>
                    </w:rPr>
                  </w:pPr>
                  <w:r w:rsidRPr="00756D84">
                    <w:rPr>
                      <w:b/>
                    </w:rPr>
                    <w:t>От Поставщика:</w:t>
                  </w:r>
                </w:p>
              </w:tc>
            </w:tr>
            <w:tr w:rsidR="00756D84" w:rsidRPr="00756D84" w14:paraId="037382F2" w14:textId="77777777" w:rsidTr="00756D84">
              <w:tc>
                <w:tcPr>
                  <w:tcW w:w="5245" w:type="dxa"/>
                </w:tcPr>
                <w:p w14:paraId="5EE52DF3" w14:textId="77777777" w:rsidR="00756D84" w:rsidRPr="00756D84" w:rsidRDefault="00756D84" w:rsidP="00756D84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  <w:r w:rsidRPr="00756D84">
                    <w:rPr>
                      <w:lang w:eastAsia="en-US"/>
                    </w:rPr>
                    <w:t>____________________</w:t>
                  </w:r>
                </w:p>
                <w:p w14:paraId="1920A776" w14:textId="77777777" w:rsidR="00756D84" w:rsidRPr="00756D84" w:rsidRDefault="00756D84" w:rsidP="00756D84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  <w:r w:rsidRPr="00756D84">
                    <w:rPr>
                      <w:lang w:eastAsia="en-US"/>
                    </w:rPr>
                    <w:t>____________________</w:t>
                  </w:r>
                </w:p>
                <w:p w14:paraId="65C62457" w14:textId="77777777" w:rsidR="00756D84" w:rsidRPr="00756D84" w:rsidRDefault="00756D84" w:rsidP="00756D84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</w:p>
                <w:p w14:paraId="589FBF1C" w14:textId="7D3FF7A6" w:rsidR="00756D84" w:rsidRPr="00756D84" w:rsidRDefault="00756D84" w:rsidP="00756D84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b/>
                    </w:rPr>
                  </w:pPr>
                  <w:r w:rsidRPr="00756D84">
                    <w:rPr>
                      <w:lang w:eastAsia="en-US"/>
                    </w:rPr>
                    <w:t xml:space="preserve">_______________________ </w:t>
                  </w:r>
                  <w:r w:rsidRPr="00756D84">
                    <w:rPr>
                      <w:b/>
                      <w:bCs/>
                      <w:lang w:eastAsia="en-US"/>
                    </w:rPr>
                    <w:t>И.О. Ф.</w:t>
                  </w:r>
                </w:p>
              </w:tc>
            </w:tr>
          </w:tbl>
          <w:p w14:paraId="0173355D" w14:textId="77777777" w:rsidR="00756D84" w:rsidRPr="00756D84" w:rsidRDefault="00756D84" w:rsidP="00756D84">
            <w:pPr>
              <w:ind w:firstLine="567"/>
              <w:rPr>
                <w:b/>
                <w:bCs/>
              </w:rPr>
            </w:pPr>
          </w:p>
        </w:tc>
        <w:tc>
          <w:tcPr>
            <w:tcW w:w="7513" w:type="dxa"/>
          </w:tcPr>
          <w:p w14:paraId="3BD2F425" w14:textId="77777777" w:rsidR="00756D84" w:rsidRPr="00756D84" w:rsidRDefault="00756D84" w:rsidP="00756D84">
            <w:pPr>
              <w:ind w:firstLine="567"/>
              <w:rPr>
                <w:b/>
              </w:rPr>
            </w:pPr>
            <w:r w:rsidRPr="00756D84">
              <w:rPr>
                <w:b/>
              </w:rPr>
              <w:t>От Покупателя:</w:t>
            </w:r>
          </w:p>
          <w:p w14:paraId="26ED1499" w14:textId="77777777" w:rsidR="00756D84" w:rsidRPr="00756D84" w:rsidRDefault="00756D84" w:rsidP="00756D84">
            <w:pPr>
              <w:ind w:firstLine="567"/>
              <w:rPr>
                <w:color w:val="000000"/>
              </w:rPr>
            </w:pPr>
            <w:r w:rsidRPr="00756D84">
              <w:rPr>
                <w:color w:val="000000"/>
              </w:rPr>
              <w:t xml:space="preserve">Генеральный директор </w:t>
            </w:r>
          </w:p>
          <w:p w14:paraId="703BF8C3" w14:textId="77777777" w:rsidR="00756D84" w:rsidRPr="00756D84" w:rsidRDefault="00756D84" w:rsidP="00756D84">
            <w:pPr>
              <w:ind w:firstLine="567"/>
              <w:rPr>
                <w:color w:val="000000"/>
              </w:rPr>
            </w:pPr>
            <w:r w:rsidRPr="00756D84">
              <w:rPr>
                <w:color w:val="000000"/>
              </w:rPr>
              <w:t>ООО «АЭРОТЕРМИНАЛ»</w:t>
            </w:r>
          </w:p>
          <w:p w14:paraId="47C3401C" w14:textId="77777777" w:rsidR="00756D84" w:rsidRPr="00756D84" w:rsidRDefault="00756D84" w:rsidP="00756D84">
            <w:pPr>
              <w:ind w:firstLine="567"/>
              <w:rPr>
                <w:bCs/>
              </w:rPr>
            </w:pPr>
          </w:p>
          <w:p w14:paraId="3512B218" w14:textId="16D82ED0" w:rsidR="00756D84" w:rsidRPr="00756D84" w:rsidRDefault="006225B7" w:rsidP="006225B7">
            <w:pPr>
              <w:ind w:firstLine="567"/>
              <w:rPr>
                <w:b/>
              </w:rPr>
            </w:pPr>
            <w:r>
              <w:rPr>
                <w:b/>
              </w:rPr>
              <w:t>___________________ В.В. Дикун</w:t>
            </w:r>
            <w:bookmarkStart w:id="0" w:name="_GoBack"/>
            <w:bookmarkEnd w:id="0"/>
            <w:r w:rsidR="00756D84" w:rsidRPr="00756D84">
              <w:rPr>
                <w:b/>
              </w:rPr>
              <w:t xml:space="preserve"> </w:t>
            </w:r>
          </w:p>
        </w:tc>
      </w:tr>
    </w:tbl>
    <w:p w14:paraId="1A42434D" w14:textId="2C80F9F4" w:rsidR="00AD7DA1" w:rsidRPr="00CA2A84" w:rsidRDefault="00AD7DA1" w:rsidP="00756D84">
      <w:pPr>
        <w:jc w:val="both"/>
      </w:pPr>
    </w:p>
    <w:sectPr w:rsidR="00AD7DA1" w:rsidRPr="00CA2A84" w:rsidSect="00756D84">
      <w:footerReference w:type="default" r:id="rId7"/>
      <w:pgSz w:w="16838" w:h="11906" w:orient="landscape"/>
      <w:pgMar w:top="1134" w:right="539" w:bottom="284" w:left="851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DD8EB" w14:textId="77777777" w:rsidR="00E42B52" w:rsidRDefault="00E42B52" w:rsidP="00A92144">
      <w:r>
        <w:separator/>
      </w:r>
    </w:p>
  </w:endnote>
  <w:endnote w:type="continuationSeparator" w:id="0">
    <w:p w14:paraId="34F1EE8C" w14:textId="77777777" w:rsidR="00E42B52" w:rsidRDefault="00E42B52" w:rsidP="00A9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D2D92" w14:textId="1A3E1448" w:rsidR="00A92144" w:rsidRPr="00C81D44" w:rsidRDefault="00A92144" w:rsidP="00A92144">
    <w:pPr>
      <w:pStyle w:val="a7"/>
      <w:jc w:val="right"/>
      <w:rPr>
        <w:i/>
      </w:rPr>
    </w:pPr>
    <w:r w:rsidRPr="00C81D44">
      <w:rPr>
        <w:i/>
        <w:sz w:val="22"/>
        <w:szCs w:val="22"/>
      </w:rPr>
      <w:t xml:space="preserve">Страница </w:t>
    </w:r>
    <w:r w:rsidRPr="00C81D44">
      <w:rPr>
        <w:bCs/>
        <w:i/>
        <w:sz w:val="22"/>
        <w:szCs w:val="22"/>
      </w:rPr>
      <w:fldChar w:fldCharType="begin"/>
    </w:r>
    <w:r w:rsidRPr="00C81D44">
      <w:rPr>
        <w:bCs/>
        <w:i/>
        <w:sz w:val="22"/>
        <w:szCs w:val="22"/>
      </w:rPr>
      <w:instrText>PAGE</w:instrText>
    </w:r>
    <w:r w:rsidRPr="00C81D44">
      <w:rPr>
        <w:bCs/>
        <w:i/>
        <w:sz w:val="22"/>
        <w:szCs w:val="22"/>
      </w:rPr>
      <w:fldChar w:fldCharType="separate"/>
    </w:r>
    <w:r w:rsidR="006225B7">
      <w:rPr>
        <w:bCs/>
        <w:i/>
        <w:noProof/>
        <w:sz w:val="22"/>
        <w:szCs w:val="22"/>
      </w:rPr>
      <w:t>1</w:t>
    </w:r>
    <w:r w:rsidRPr="00C81D44">
      <w:rPr>
        <w:bCs/>
        <w:i/>
        <w:sz w:val="22"/>
        <w:szCs w:val="22"/>
      </w:rPr>
      <w:fldChar w:fldCharType="end"/>
    </w:r>
    <w:r w:rsidRPr="00C81D44">
      <w:rPr>
        <w:i/>
        <w:sz w:val="22"/>
        <w:szCs w:val="22"/>
      </w:rPr>
      <w:t xml:space="preserve"> из </w:t>
    </w:r>
    <w:r w:rsidR="00C951DD">
      <w:rPr>
        <w:bCs/>
        <w:i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3DC3D" w14:textId="77777777" w:rsidR="00E42B52" w:rsidRDefault="00E42B52" w:rsidP="00A92144">
      <w:r>
        <w:separator/>
      </w:r>
    </w:p>
  </w:footnote>
  <w:footnote w:type="continuationSeparator" w:id="0">
    <w:p w14:paraId="075CA0DE" w14:textId="77777777" w:rsidR="00E42B52" w:rsidRDefault="00E42B52" w:rsidP="00A92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17"/>
    <w:rsid w:val="00012BD3"/>
    <w:rsid w:val="00014962"/>
    <w:rsid w:val="00027388"/>
    <w:rsid w:val="00033C19"/>
    <w:rsid w:val="0004425D"/>
    <w:rsid w:val="0005265F"/>
    <w:rsid w:val="00064165"/>
    <w:rsid w:val="00065AA8"/>
    <w:rsid w:val="00067F2E"/>
    <w:rsid w:val="00072C78"/>
    <w:rsid w:val="000A5ED6"/>
    <w:rsid w:val="000C2F58"/>
    <w:rsid w:val="000D4DBA"/>
    <w:rsid w:val="000D7DE2"/>
    <w:rsid w:val="000E2C54"/>
    <w:rsid w:val="00136DCB"/>
    <w:rsid w:val="001537A5"/>
    <w:rsid w:val="001706D7"/>
    <w:rsid w:val="001854C9"/>
    <w:rsid w:val="00193B2A"/>
    <w:rsid w:val="001B40E2"/>
    <w:rsid w:val="001E1D24"/>
    <w:rsid w:val="001F3BF1"/>
    <w:rsid w:val="00225DBA"/>
    <w:rsid w:val="00254399"/>
    <w:rsid w:val="002672A0"/>
    <w:rsid w:val="00294117"/>
    <w:rsid w:val="002C5182"/>
    <w:rsid w:val="00334565"/>
    <w:rsid w:val="00380E17"/>
    <w:rsid w:val="00383D6E"/>
    <w:rsid w:val="003866CD"/>
    <w:rsid w:val="00395FE8"/>
    <w:rsid w:val="003C5579"/>
    <w:rsid w:val="003D575B"/>
    <w:rsid w:val="003F10A5"/>
    <w:rsid w:val="00411EDC"/>
    <w:rsid w:val="00413860"/>
    <w:rsid w:val="0044047E"/>
    <w:rsid w:val="004460D3"/>
    <w:rsid w:val="00452F0C"/>
    <w:rsid w:val="00471ECF"/>
    <w:rsid w:val="00493E52"/>
    <w:rsid w:val="004E4611"/>
    <w:rsid w:val="00560B6A"/>
    <w:rsid w:val="00575042"/>
    <w:rsid w:val="00587DD1"/>
    <w:rsid w:val="005D61F1"/>
    <w:rsid w:val="0060214B"/>
    <w:rsid w:val="00611B78"/>
    <w:rsid w:val="00614035"/>
    <w:rsid w:val="006225B7"/>
    <w:rsid w:val="00635F89"/>
    <w:rsid w:val="00650472"/>
    <w:rsid w:val="006765B3"/>
    <w:rsid w:val="006A5011"/>
    <w:rsid w:val="006A6AAE"/>
    <w:rsid w:val="006F0827"/>
    <w:rsid w:val="006F462B"/>
    <w:rsid w:val="00713A79"/>
    <w:rsid w:val="0072252A"/>
    <w:rsid w:val="00736282"/>
    <w:rsid w:val="00756D84"/>
    <w:rsid w:val="00762E8C"/>
    <w:rsid w:val="00766BBF"/>
    <w:rsid w:val="0077340E"/>
    <w:rsid w:val="007773C4"/>
    <w:rsid w:val="007C169B"/>
    <w:rsid w:val="007D4E94"/>
    <w:rsid w:val="007F3DA6"/>
    <w:rsid w:val="00843024"/>
    <w:rsid w:val="00852BEC"/>
    <w:rsid w:val="008829C7"/>
    <w:rsid w:val="008C5DBD"/>
    <w:rsid w:val="009421C0"/>
    <w:rsid w:val="009C57CE"/>
    <w:rsid w:val="009D21EE"/>
    <w:rsid w:val="00A25AD7"/>
    <w:rsid w:val="00A36F92"/>
    <w:rsid w:val="00A378D8"/>
    <w:rsid w:val="00A822AE"/>
    <w:rsid w:val="00A92144"/>
    <w:rsid w:val="00A96504"/>
    <w:rsid w:val="00AA7B90"/>
    <w:rsid w:val="00AD7DA1"/>
    <w:rsid w:val="00B0524C"/>
    <w:rsid w:val="00B1261D"/>
    <w:rsid w:val="00B31677"/>
    <w:rsid w:val="00B4555B"/>
    <w:rsid w:val="00B53FCA"/>
    <w:rsid w:val="00B666D8"/>
    <w:rsid w:val="00B90C74"/>
    <w:rsid w:val="00BB1856"/>
    <w:rsid w:val="00C079E4"/>
    <w:rsid w:val="00C23EC4"/>
    <w:rsid w:val="00C64CEB"/>
    <w:rsid w:val="00C81D44"/>
    <w:rsid w:val="00C83C30"/>
    <w:rsid w:val="00C90DCD"/>
    <w:rsid w:val="00C951DD"/>
    <w:rsid w:val="00CA1EF3"/>
    <w:rsid w:val="00CA2A84"/>
    <w:rsid w:val="00CA74A7"/>
    <w:rsid w:val="00CB5BA8"/>
    <w:rsid w:val="00CC11A1"/>
    <w:rsid w:val="00CE3962"/>
    <w:rsid w:val="00D178EC"/>
    <w:rsid w:val="00D223AD"/>
    <w:rsid w:val="00D36E09"/>
    <w:rsid w:val="00D907F4"/>
    <w:rsid w:val="00DA3199"/>
    <w:rsid w:val="00DB2895"/>
    <w:rsid w:val="00DE3042"/>
    <w:rsid w:val="00E11ACC"/>
    <w:rsid w:val="00E122CC"/>
    <w:rsid w:val="00E42B52"/>
    <w:rsid w:val="00E60386"/>
    <w:rsid w:val="00E60D32"/>
    <w:rsid w:val="00E778AF"/>
    <w:rsid w:val="00EA2679"/>
    <w:rsid w:val="00EC1DCB"/>
    <w:rsid w:val="00EC7886"/>
    <w:rsid w:val="00ED0284"/>
    <w:rsid w:val="00EE3F19"/>
    <w:rsid w:val="00EF32BD"/>
    <w:rsid w:val="00F008A5"/>
    <w:rsid w:val="00F23E20"/>
    <w:rsid w:val="00F55671"/>
    <w:rsid w:val="00F84E78"/>
    <w:rsid w:val="00F928FA"/>
    <w:rsid w:val="00F97B3F"/>
    <w:rsid w:val="00FB085D"/>
    <w:rsid w:val="00FC43FD"/>
    <w:rsid w:val="00FC586A"/>
    <w:rsid w:val="00FF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FE6778"/>
  <w15:docId w15:val="{D82D7AF1-13D4-4FD4-B3CD-0A77B462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C169B"/>
    <w:pPr>
      <w:keepNext/>
      <w:jc w:val="center"/>
      <w:outlineLvl w:val="4"/>
    </w:pPr>
    <w:rPr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8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78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921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2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921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21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C169B"/>
    <w:rPr>
      <w:rFonts w:ascii="Times New Roman" w:eastAsia="Times New Roman" w:hAnsi="Times New Roman" w:cs="Times New Roman"/>
      <w:b/>
      <w:szCs w:val="24"/>
      <w:lang w:val="x-none" w:eastAsia="x-none"/>
    </w:rPr>
  </w:style>
  <w:style w:type="table" w:styleId="a9">
    <w:name w:val="Table Grid"/>
    <w:basedOn w:val="a1"/>
    <w:uiPriority w:val="59"/>
    <w:rsid w:val="00CA2A8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CA2A8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CA2A8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9"/>
    <w:rsid w:val="00CA2A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CA2A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Слюнько Александр Александрович</dc:creator>
  <cp:keywords/>
  <dc:description/>
  <cp:lastModifiedBy>Егорочкина Дарья Владимировна</cp:lastModifiedBy>
  <cp:revision>6</cp:revision>
  <cp:lastPrinted>2021-08-02T08:13:00Z</cp:lastPrinted>
  <dcterms:created xsi:type="dcterms:W3CDTF">2021-08-02T11:30:00Z</dcterms:created>
  <dcterms:modified xsi:type="dcterms:W3CDTF">2023-09-15T11:05:00Z</dcterms:modified>
</cp:coreProperties>
</file>