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74A" w:rsidRPr="004B2B40" w:rsidRDefault="009D1BDF" w:rsidP="003D31B7">
      <w:pPr>
        <w:ind w:left="-284" w:firstLine="0"/>
      </w:pPr>
      <w:r w:rsidRPr="009D1BDF">
        <w:t>Кран мостовой подвесной электрический однобалочный</w:t>
      </w:r>
      <w:r w:rsidR="003D31B7">
        <w:t xml:space="preserve"> (поз. 20</w:t>
      </w:r>
      <w:r w:rsidR="00674F3E">
        <w:t>1</w:t>
      </w:r>
      <w:r w:rsidR="003D31B7">
        <w:t>)</w:t>
      </w:r>
      <w:r w:rsidRPr="009D1BDF">
        <w:t xml:space="preserve"> в </w:t>
      </w:r>
      <w:r w:rsidRPr="004B2B40">
        <w:t>количестве 1 шт</w:t>
      </w:r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F342A2" w:rsidRPr="004B2B40" w:rsidTr="00F342A2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8353CA" w:rsidRPr="004B2B40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№ п/п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3CA" w:rsidRPr="004B2B40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53CA" w:rsidRPr="004B2B40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F342A2" w:rsidRPr="004B2B40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4B2B40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b/>
                <w:color w:val="000000"/>
              </w:rPr>
            </w:pPr>
            <w:r w:rsidRPr="004B2B40">
              <w:rPr>
                <w:rFonts w:eastAsia="Arial Unicode MS" w:cs="Arial"/>
                <w:b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4B2B40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b/>
                <w:color w:val="000000"/>
              </w:rPr>
            </w:pPr>
            <w:r w:rsidRPr="004B2B40">
              <w:rPr>
                <w:rFonts w:eastAsia="Arial Unicode MS" w:cs="Arial"/>
                <w:b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4B2B40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b/>
                <w:color w:val="000000"/>
              </w:rPr>
            </w:pPr>
            <w:r w:rsidRPr="004B2B40">
              <w:rPr>
                <w:rFonts w:eastAsia="Arial Unicode MS" w:cs="Arial"/>
                <w:b/>
                <w:color w:val="000000"/>
              </w:rPr>
              <w:t>3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4B2B40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4B2B40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Грузоподъемность, т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5,0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Общая длина крана,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674F3E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12,0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Пролет,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9,0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Длина консолей,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674F3E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1,5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Высота подъема,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674F3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1</w:t>
            </w:r>
            <w:r w:rsidR="00674F3E">
              <w:rPr>
                <w:rFonts w:eastAsia="Arial Unicode MS" w:cs="Arial"/>
                <w:color w:val="000000"/>
              </w:rPr>
              <w:t>0</w:t>
            </w:r>
            <w:r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Длина подкранового пути,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674F3E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51</w:t>
            </w:r>
            <w:r w:rsidR="008353CA"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Двутавровая балка кранового пути 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674F3E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="008353CA" w:rsidRPr="008353CA">
              <w:rPr>
                <w:rFonts w:eastAsia="Arial Unicode MS" w:cs="Arial"/>
                <w:color w:val="000000"/>
              </w:rPr>
              <w:t>М</w:t>
            </w:r>
          </w:p>
        </w:tc>
      </w:tr>
      <w:tr w:rsidR="00F342A2" w:rsidRPr="008353CA" w:rsidTr="00F342A2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Исполнение  крана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BDF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</w:t>
            </w:r>
            <w:r w:rsidR="008353CA" w:rsidRPr="008353CA">
              <w:rPr>
                <w:rFonts w:eastAsia="Arial Unicode MS" w:cs="Arial"/>
                <w:color w:val="000000"/>
              </w:rPr>
              <w:t>ожаробезопасное</w:t>
            </w:r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8353CA" w:rsidRPr="008353CA" w:rsidRDefault="009D1BDF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8353CA" w:rsidRPr="008353CA" w:rsidRDefault="008353CA" w:rsidP="008353CA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Режим работы крана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353CA" w:rsidRPr="008353CA" w:rsidRDefault="008353CA" w:rsidP="008353C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А3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УХЛ2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°С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2D137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Степень защиты электрооборудования </w:t>
            </w:r>
            <w:r w:rsidR="002D1377">
              <w:rPr>
                <w:rFonts w:eastAsia="Arial Unicode MS" w:cs="Arial"/>
                <w:bCs/>
                <w:color w:val="000000"/>
              </w:rPr>
              <w:t xml:space="preserve">по </w:t>
            </w:r>
            <w:r w:rsidRPr="008353CA">
              <w:rPr>
                <w:rFonts w:eastAsia="Arial Unicode MS" w:cs="Arial"/>
                <w:bCs/>
                <w:color w:val="000000"/>
              </w:rPr>
              <w:t>ГОСТ 14254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F342A2" w:rsidRPr="008353CA" w:rsidTr="00F342A2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F342A2" w:rsidRPr="008353CA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Скорость подъема, м/мин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F342A2" w:rsidRPr="008353CA" w:rsidTr="00F342A2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Скорость перемещения тали, м/мин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F342A2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F342A2" w:rsidRPr="008353CA" w:rsidRDefault="00F342A2" w:rsidP="00F342A2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F342A2" w:rsidRPr="00F342A2" w:rsidRDefault="00F342A2" w:rsidP="00F342A2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Скорость перемещения крана, м/мин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42A2" w:rsidRPr="00F342A2" w:rsidRDefault="00F342A2" w:rsidP="00F342A2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30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DB03F1" w:rsidRPr="008353CA" w:rsidTr="007A5E7B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DB03F1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>Способ управления краном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DB03F1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>Радиоуправление</w:t>
            </w:r>
          </w:p>
        </w:tc>
      </w:tr>
      <w:tr w:rsidR="00DB03F1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>Напряжение питания, В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DB03F1" w:rsidRPr="008353CA" w:rsidTr="00F342A2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Токоподвод крана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F342A2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Токоподвод 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F342A2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DB03F1" w:rsidRPr="008353CA" w:rsidTr="00F342A2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DB03F1" w:rsidRPr="008353CA" w:rsidTr="00E55253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DB03F1" w:rsidRPr="00F342A2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Механизм подъема (подвесная грузовая электротележка)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F342A2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 xml:space="preserve">Тельфер электрический канатный </w:t>
            </w:r>
          </w:p>
        </w:tc>
      </w:tr>
    </w:tbl>
    <w:p w:rsidR="00002056" w:rsidRDefault="00F647CA" w:rsidP="00F647CA">
      <w:pPr>
        <w:ind w:firstLine="0"/>
      </w:pPr>
      <w:r>
        <w:t>*значения уточняются поставщиком оборудования.</w:t>
      </w:r>
    </w:p>
    <w:p w:rsidR="00CA69D6" w:rsidRPr="00CA69D6" w:rsidRDefault="00CA69D6" w:rsidP="00CA69D6">
      <w:pPr>
        <w:pageBreakBefore/>
        <w:spacing w:before="0"/>
        <w:ind w:firstLine="0"/>
        <w:jc w:val="left"/>
        <w:rPr>
          <w:rFonts w:eastAsia="Arial Unicode MS" w:cs="Arial"/>
          <w:color w:val="000000"/>
        </w:rPr>
      </w:pPr>
      <w:r w:rsidRPr="00CA69D6">
        <w:rPr>
          <w:rFonts w:eastAsia="Arial Unicode MS" w:cs="Arial"/>
          <w:color w:val="000000"/>
        </w:rPr>
        <w:lastRenderedPageBreak/>
        <w:t xml:space="preserve">Основные габаритные размеры </w:t>
      </w:r>
      <w:r w:rsidR="00B26B2E">
        <w:rPr>
          <w:rFonts w:eastAsia="Arial Unicode MS" w:cs="Arial"/>
          <w:color w:val="000000"/>
        </w:rPr>
        <w:t xml:space="preserve">и весовые характеристики </w:t>
      </w:r>
      <w:r>
        <w:rPr>
          <w:rFonts w:eastAsia="Arial Unicode MS" w:cs="Arial"/>
          <w:color w:val="000000"/>
        </w:rPr>
        <w:t xml:space="preserve">крана </w:t>
      </w:r>
      <w:r w:rsidRPr="00CA69D6">
        <w:rPr>
          <w:rFonts w:eastAsia="Arial Unicode MS" w:cs="Arial"/>
          <w:color w:val="000000"/>
        </w:rPr>
        <w:t>представлены в таблице 1:</w:t>
      </w: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</w:p>
    <w:p w:rsidR="00CA69D6" w:rsidRPr="00CA69D6" w:rsidRDefault="00217A32" w:rsidP="00CA69D6">
      <w:pPr>
        <w:spacing w:before="0"/>
        <w:ind w:firstLine="0"/>
        <w:jc w:val="left"/>
        <w:rPr>
          <w:rFonts w:eastAsia="Arial Unicode MS" w:cs="Arial"/>
          <w:color w:val="000000"/>
        </w:rPr>
      </w:pPr>
      <w:r>
        <w:rPr>
          <w:noProof/>
        </w:rPr>
        <w:drawing>
          <wp:inline distT="0" distB="0" distL="0" distR="0" wp14:anchorId="741FFCDC" wp14:editId="5A36975C">
            <wp:extent cx="6012180" cy="3685245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368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9D6" w:rsidRPr="00CA69D6" w:rsidRDefault="00CA69D6" w:rsidP="00CA69D6">
      <w:pPr>
        <w:spacing w:before="0"/>
        <w:ind w:firstLine="0"/>
        <w:jc w:val="left"/>
        <w:rPr>
          <w:rFonts w:eastAsia="Arial Unicode MS" w:cs="Arial"/>
          <w:bCs/>
          <w:color w:val="000000"/>
        </w:rPr>
      </w:pPr>
      <w:r w:rsidRPr="00CA69D6">
        <w:rPr>
          <w:rFonts w:eastAsia="Arial Unicode MS" w:cs="Arial"/>
          <w:bCs/>
          <w:color w:val="000000"/>
        </w:rPr>
        <w:t>Таблица 1</w:t>
      </w:r>
    </w:p>
    <w:tbl>
      <w:tblPr>
        <w:tblW w:w="5325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"/>
        <w:gridCol w:w="690"/>
        <w:gridCol w:w="842"/>
        <w:gridCol w:w="734"/>
        <w:gridCol w:w="590"/>
        <w:gridCol w:w="463"/>
        <w:gridCol w:w="28"/>
        <w:gridCol w:w="400"/>
        <w:gridCol w:w="28"/>
        <w:gridCol w:w="416"/>
        <w:gridCol w:w="20"/>
        <w:gridCol w:w="440"/>
        <w:gridCol w:w="1187"/>
        <w:gridCol w:w="769"/>
        <w:gridCol w:w="649"/>
        <w:gridCol w:w="1838"/>
      </w:tblGrid>
      <w:tr w:rsidR="00CA69D6" w:rsidRPr="00544C4D" w:rsidTr="00217A32">
        <w:trPr>
          <w:trHeight w:val="443"/>
          <w:tblHeader/>
          <w:jc w:val="center"/>
        </w:trPr>
        <w:tc>
          <w:tcPr>
            <w:tcW w:w="517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A69D6">
              <w:rPr>
                <w:rFonts w:cs="Arial"/>
                <w:sz w:val="18"/>
                <w:szCs w:val="18"/>
              </w:rPr>
              <w:t>Полная длина L, м</w:t>
            </w:r>
          </w:p>
        </w:tc>
        <w:tc>
          <w:tcPr>
            <w:tcW w:w="34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2D1377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A69D6">
              <w:rPr>
                <w:rFonts w:cs="Arial"/>
                <w:sz w:val="18"/>
                <w:szCs w:val="18"/>
              </w:rPr>
              <w:t>Пролет L</w:t>
            </w:r>
            <w:r w:rsidR="002D1377">
              <w:rPr>
                <w:rFonts w:cs="Arial"/>
                <w:sz w:val="18"/>
                <w:szCs w:val="18"/>
              </w:rPr>
              <w:t>п</w:t>
            </w:r>
            <w:r w:rsidRPr="00CA69D6">
              <w:rPr>
                <w:rFonts w:cs="Arial"/>
                <w:sz w:val="18"/>
                <w:szCs w:val="18"/>
              </w:rPr>
              <w:t>, м</w:t>
            </w:r>
          </w:p>
        </w:tc>
        <w:tc>
          <w:tcPr>
            <w:tcW w:w="41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CA69D6">
              <w:rPr>
                <w:rFonts w:cs="Arial"/>
                <w:sz w:val="18"/>
                <w:szCs w:val="18"/>
              </w:rPr>
              <w:t>Длина консолей l, м</w:t>
            </w:r>
          </w:p>
        </w:tc>
        <w:tc>
          <w:tcPr>
            <w:tcW w:w="1538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Р</w:t>
            </w:r>
            <w:r w:rsidRPr="00544C4D">
              <w:rPr>
                <w:rFonts w:cs="Arial"/>
                <w:sz w:val="18"/>
                <w:szCs w:val="18"/>
              </w:rPr>
              <w:t>азмеры, мм</w:t>
            </w:r>
          </w:p>
        </w:tc>
        <w:tc>
          <w:tcPr>
            <w:tcW w:w="58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 xml:space="preserve">Номера профилей двутавровых балок для кранового пути по </w:t>
            </w:r>
            <w:hyperlink r:id="rId9" w:tooltip="ГОСТ 19425-74 Балки двутавровые и швеллеры стальные специальные. Сортамент&#10;C 01.01.1975 действует." w:history="1">
              <w:r w:rsidRPr="00544C4D">
                <w:rPr>
                  <w:rFonts w:cs="Arial"/>
                  <w:sz w:val="18"/>
                  <w:szCs w:val="18"/>
                </w:rPr>
                <w:t>ГОСТ 19425</w:t>
              </w:r>
            </w:hyperlink>
          </w:p>
        </w:tc>
        <w:tc>
          <w:tcPr>
            <w:tcW w:w="69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Нагрузка на путь, кН</w:t>
            </w:r>
          </w:p>
        </w:tc>
        <w:tc>
          <w:tcPr>
            <w:tcW w:w="90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Конструктивная масса, т</w:t>
            </w:r>
          </w:p>
        </w:tc>
      </w:tr>
      <w:tr w:rsidR="00217A32" w:rsidRPr="00544C4D" w:rsidTr="008947BC">
        <w:trPr>
          <w:trHeight w:val="459"/>
          <w:tblHeader/>
          <w:jc w:val="center"/>
        </w:trPr>
        <w:tc>
          <w:tcPr>
            <w:tcW w:w="517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2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CA69D6" w:rsidRPr="00544C4D" w:rsidRDefault="00DD1940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l1, </w:t>
            </w:r>
            <w:r w:rsidRPr="00DD1940">
              <w:rPr>
                <w:rFonts w:cs="Arial"/>
                <w:sz w:val="18"/>
                <w:szCs w:val="18"/>
              </w:rPr>
              <w:t>l</w:t>
            </w: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Amin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1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h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h1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от тележки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от колеса</w:t>
            </w:r>
          </w:p>
        </w:tc>
        <w:tc>
          <w:tcPr>
            <w:tcW w:w="906" w:type="pct"/>
            <w:vMerge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17A32" w:rsidRPr="00544C4D" w:rsidTr="008947BC">
        <w:trPr>
          <w:trHeight w:val="633"/>
          <w:tblHeader/>
          <w:jc w:val="center"/>
        </w:trPr>
        <w:tc>
          <w:tcPr>
            <w:tcW w:w="517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85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не более</w:t>
            </w:r>
          </w:p>
        </w:tc>
        <w:tc>
          <w:tcPr>
            <w:tcW w:w="58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69D6" w:rsidRPr="00544C4D" w:rsidRDefault="00CA69D6" w:rsidP="00CA69D6">
            <w:pPr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05" w:type="pct"/>
            <w:gridSpan w:val="3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69D6" w:rsidRPr="00544C4D" w:rsidRDefault="00CA69D6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не более</w:t>
            </w:r>
          </w:p>
        </w:tc>
      </w:tr>
      <w:tr w:rsidR="00217A32" w:rsidRPr="00544C4D" w:rsidTr="008947BC">
        <w:trPr>
          <w:trHeight w:val="222"/>
          <w:tblHeader/>
          <w:jc w:val="center"/>
        </w:trPr>
        <w:tc>
          <w:tcPr>
            <w:tcW w:w="51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90157A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12,0</w:t>
            </w:r>
          </w:p>
        </w:tc>
        <w:tc>
          <w:tcPr>
            <w:tcW w:w="3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9,0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90157A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1,5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900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2100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1050</w:t>
            </w:r>
          </w:p>
        </w:tc>
        <w:tc>
          <w:tcPr>
            <w:tcW w:w="21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2240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CA69D6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44C4D">
              <w:rPr>
                <w:rFonts w:cs="Arial"/>
                <w:sz w:val="18"/>
                <w:szCs w:val="18"/>
              </w:rPr>
              <w:t>720</w:t>
            </w:r>
          </w:p>
        </w:tc>
        <w:tc>
          <w:tcPr>
            <w:tcW w:w="5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90157A" w:rsidP="00CA69D6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</w:t>
            </w:r>
            <w:r w:rsidR="00CA69D6" w:rsidRPr="00544C4D">
              <w:rPr>
                <w:rFonts w:cs="Arial"/>
                <w:sz w:val="18"/>
                <w:szCs w:val="18"/>
              </w:rPr>
              <w:t xml:space="preserve"> М 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9D6" w:rsidRPr="00544C4D" w:rsidRDefault="0090157A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17,407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69D6" w:rsidRPr="00544C4D" w:rsidRDefault="0090157A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8,704</w:t>
            </w:r>
          </w:p>
        </w:tc>
        <w:tc>
          <w:tcPr>
            <w:tcW w:w="906" w:type="pct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CA69D6" w:rsidRPr="00544C4D" w:rsidRDefault="0090157A" w:rsidP="0046766E">
            <w:pPr>
              <w:autoSpaceDE w:val="0"/>
              <w:autoSpaceDN w:val="0"/>
              <w:spacing w:before="0"/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2,503</w:t>
            </w:r>
          </w:p>
        </w:tc>
      </w:tr>
    </w:tbl>
    <w:p w:rsidR="00CA69D6" w:rsidRDefault="00CA69D6" w:rsidP="00F647CA">
      <w:pPr>
        <w:ind w:firstLine="0"/>
      </w:pPr>
    </w:p>
    <w:p w:rsidR="00DD1038" w:rsidRPr="004B2B40" w:rsidRDefault="003D31B7" w:rsidP="00DD1038">
      <w:pPr>
        <w:pageBreakBefore/>
        <w:ind w:left="-284" w:firstLine="0"/>
      </w:pPr>
      <w:r w:rsidRPr="003D31B7">
        <w:lastRenderedPageBreak/>
        <w:t xml:space="preserve">Таль ручная передвижная </w:t>
      </w:r>
      <w:r w:rsidR="0072494F" w:rsidRPr="0072494F">
        <w:t>червячн</w:t>
      </w:r>
      <w:r w:rsidR="0072494F">
        <w:t>ая</w:t>
      </w:r>
      <w:r w:rsidR="0072494F" w:rsidRPr="0072494F">
        <w:t xml:space="preserve"> </w:t>
      </w:r>
      <w:r w:rsidRPr="003D31B7">
        <w:t xml:space="preserve">(поз. </w:t>
      </w:r>
      <w:r w:rsidR="00DD1038">
        <w:t>202</w:t>
      </w:r>
      <w:r w:rsidRPr="003D31B7">
        <w:t xml:space="preserve">) </w:t>
      </w:r>
      <w:r w:rsidRPr="004B2B40">
        <w:t xml:space="preserve">в количестве </w:t>
      </w:r>
      <w:r w:rsidR="00DD1038" w:rsidRPr="004B2B40">
        <w:t>2</w:t>
      </w:r>
      <w:r w:rsidRPr="004B2B40">
        <w:t xml:space="preserve"> шт</w:t>
      </w:r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3D31B7" w:rsidRPr="004B2B40" w:rsidTr="00B77839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3D31B7" w:rsidRPr="004B2B40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№ п/п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31B7" w:rsidRPr="004B2B40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31B7" w:rsidRPr="004B2B40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3D31B7" w:rsidRPr="004B2B40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4B2B40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4B2B40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4B2B40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3</w:t>
            </w:r>
          </w:p>
        </w:tc>
      </w:tr>
      <w:tr w:rsidR="003D31B7" w:rsidRPr="004B2B40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4B2B40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4B2B40" w:rsidRDefault="003D31B7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Грузоподъемность, т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4B2B40" w:rsidRDefault="003D31B7" w:rsidP="003D31B7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3,2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4B2B40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4B2B40" w:rsidRDefault="003D31B7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bCs/>
                <w:color w:val="000000"/>
              </w:rPr>
              <w:t>Высота подъема,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DD1038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12</w:t>
            </w:r>
            <w:r w:rsidR="003D31B7" w:rsidRPr="004B2B40">
              <w:rPr>
                <w:rFonts w:eastAsia="Arial Unicode MS" w:cs="Arial"/>
                <w:color w:val="000000"/>
              </w:rPr>
              <w:t>,0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3D31B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Двутавровая балка пути </w:t>
            </w:r>
            <w:r>
              <w:rPr>
                <w:rFonts w:eastAsia="Arial Unicode MS" w:cs="Arial"/>
                <w:bCs/>
                <w:color w:val="000000"/>
              </w:rPr>
              <w:t xml:space="preserve">тали </w:t>
            </w:r>
            <w:r w:rsidRPr="008353CA">
              <w:rPr>
                <w:rFonts w:eastAsia="Arial Unicode MS" w:cs="Arial"/>
                <w:bCs/>
                <w:color w:val="000000"/>
              </w:rPr>
              <w:t>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DD1038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="003D31B7" w:rsidRPr="008353CA">
              <w:rPr>
                <w:rFonts w:eastAsia="Arial Unicode MS" w:cs="Arial"/>
                <w:color w:val="000000"/>
              </w:rPr>
              <w:t>М</w:t>
            </w:r>
          </w:p>
        </w:tc>
      </w:tr>
      <w:tr w:rsidR="0072494F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72494F" w:rsidRPr="008353CA" w:rsidRDefault="0072494F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72494F" w:rsidRPr="008353CA" w:rsidRDefault="0072494F" w:rsidP="0072494F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t>Параметры монорельсового пути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494F" w:rsidRPr="008353CA" w:rsidRDefault="0072494F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Прямолинейный</w:t>
            </w:r>
          </w:p>
        </w:tc>
      </w:tr>
      <w:tr w:rsidR="003D31B7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72494F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Исполнение  </w:t>
            </w:r>
            <w:r w:rsidR="0072494F">
              <w:rPr>
                <w:rFonts w:eastAsia="Arial Unicode MS" w:cs="Arial"/>
                <w:color w:val="000000"/>
              </w:rPr>
              <w:t>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</w:t>
            </w:r>
            <w:r w:rsidRPr="008353CA">
              <w:rPr>
                <w:rFonts w:eastAsia="Arial Unicode MS" w:cs="Arial"/>
                <w:color w:val="000000"/>
              </w:rPr>
              <w:t>ожаробезопасное</w:t>
            </w:r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3D31B7" w:rsidRPr="008353C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3D31B7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Режим работы </w:t>
            </w:r>
            <w:r>
              <w:rPr>
                <w:rFonts w:eastAsia="Arial Unicode MS" w:cs="Arial"/>
                <w:color w:val="000000"/>
              </w:rPr>
              <w:t>тали</w:t>
            </w:r>
            <w:r w:rsidRPr="008353CA">
              <w:rPr>
                <w:rFonts w:eastAsia="Arial Unicode MS" w:cs="Arial"/>
                <w:color w:val="000000"/>
              </w:rPr>
              <w:t xml:space="preserve">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3B0B45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t>М1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УХЛ2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°С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3D31B7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3D31B7" w:rsidRPr="008353CA" w:rsidRDefault="003D31B7" w:rsidP="003D31B7">
            <w:pPr>
              <w:numPr>
                <w:ilvl w:val="0"/>
                <w:numId w:val="13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31B7" w:rsidRPr="008353CA" w:rsidRDefault="003D31B7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</w:tbl>
    <w:p w:rsidR="000844BA" w:rsidRPr="004B2B40" w:rsidRDefault="000844BA" w:rsidP="000844BA">
      <w:pPr>
        <w:pageBreakBefore/>
        <w:ind w:left="-284" w:firstLine="0"/>
      </w:pPr>
      <w:r w:rsidRPr="003D31B7">
        <w:lastRenderedPageBreak/>
        <w:t xml:space="preserve">Таль </w:t>
      </w:r>
      <w:r>
        <w:t>электрическая передвижная</w:t>
      </w:r>
      <w:r w:rsidRPr="0072494F">
        <w:t xml:space="preserve"> </w:t>
      </w:r>
      <w:r w:rsidR="00B52656" w:rsidRPr="00F342A2">
        <w:rPr>
          <w:rFonts w:eastAsia="Arial Unicode MS" w:cs="Arial"/>
          <w:bCs/>
          <w:color w:val="000000"/>
        </w:rPr>
        <w:t>канатн</w:t>
      </w:r>
      <w:r w:rsidR="00B52656">
        <w:rPr>
          <w:rFonts w:eastAsia="Arial Unicode MS" w:cs="Arial"/>
          <w:bCs/>
          <w:color w:val="000000"/>
        </w:rPr>
        <w:t>ая</w:t>
      </w:r>
      <w:r w:rsidR="00B52656" w:rsidRPr="00F342A2">
        <w:rPr>
          <w:rFonts w:eastAsia="Arial Unicode MS" w:cs="Arial"/>
          <w:bCs/>
          <w:color w:val="000000"/>
        </w:rPr>
        <w:t xml:space="preserve"> </w:t>
      </w:r>
      <w:r w:rsidRPr="003D31B7">
        <w:t xml:space="preserve">(поз. </w:t>
      </w:r>
      <w:r>
        <w:t>203</w:t>
      </w:r>
      <w:r w:rsidRPr="003D31B7">
        <w:t xml:space="preserve">) в </w:t>
      </w:r>
      <w:r w:rsidRPr="004B2B40">
        <w:t>количестве 2 шт</w:t>
      </w:r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0844BA" w:rsidRPr="004B2B40" w:rsidTr="00B77839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0844BA" w:rsidRPr="004B2B40" w:rsidRDefault="000844BA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№ п/п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44BA" w:rsidRPr="004B2B40" w:rsidRDefault="000844BA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44BA" w:rsidRPr="004B2B40" w:rsidRDefault="000844BA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0844BA" w:rsidRPr="004B2B40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4B2B40" w:rsidRDefault="000844BA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4B2B40" w:rsidRDefault="000844BA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4B2B40" w:rsidRDefault="000844BA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3</w:t>
            </w:r>
          </w:p>
        </w:tc>
      </w:tr>
      <w:tr w:rsidR="000844BA" w:rsidRPr="004B2B40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4B2B40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4B2B40" w:rsidRDefault="000844BA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Грузоподъемность, т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4B2B40" w:rsidRDefault="000844BA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</w:rPr>
              <w:t>8,0</w:t>
            </w:r>
          </w:p>
        </w:tc>
      </w:tr>
      <w:tr w:rsidR="000844BA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4B2B40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4B2B40" w:rsidRDefault="000844BA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bCs/>
                <w:color w:val="000000"/>
              </w:rPr>
              <w:t>Высота подъема,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18,0</w:t>
            </w:r>
          </w:p>
        </w:tc>
      </w:tr>
      <w:tr w:rsidR="000844BA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Длина пути</w:t>
            </w:r>
            <w:r>
              <w:rPr>
                <w:rFonts w:eastAsia="Arial Unicode MS" w:cs="Arial"/>
                <w:color w:val="000000"/>
              </w:rPr>
              <w:t xml:space="preserve"> тали</w:t>
            </w:r>
            <w:r w:rsidRPr="008353CA">
              <w:rPr>
                <w:rFonts w:eastAsia="Arial Unicode MS" w:cs="Arial"/>
                <w:color w:val="000000"/>
              </w:rPr>
              <w:t>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79</w:t>
            </w:r>
            <w:r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0844BA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Двутавровая балка пути </w:t>
            </w:r>
            <w:r>
              <w:rPr>
                <w:rFonts w:eastAsia="Arial Unicode MS" w:cs="Arial"/>
                <w:bCs/>
                <w:color w:val="000000"/>
              </w:rPr>
              <w:t xml:space="preserve">тали </w:t>
            </w:r>
            <w:r w:rsidRPr="008353CA">
              <w:rPr>
                <w:rFonts w:eastAsia="Arial Unicode MS" w:cs="Arial"/>
                <w:bCs/>
                <w:color w:val="000000"/>
              </w:rPr>
              <w:t>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Pr="008353CA">
              <w:rPr>
                <w:rFonts w:eastAsia="Arial Unicode MS" w:cs="Arial"/>
                <w:color w:val="000000"/>
              </w:rPr>
              <w:t>М</w:t>
            </w:r>
          </w:p>
        </w:tc>
      </w:tr>
      <w:tr w:rsidR="000844BA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t>Параметры монорельсового пути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Прямолинейный</w:t>
            </w:r>
          </w:p>
        </w:tc>
      </w:tr>
      <w:tr w:rsidR="000844BA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Исполнение  </w:t>
            </w:r>
            <w:r>
              <w:rPr>
                <w:rFonts w:eastAsia="Arial Unicode MS" w:cs="Arial"/>
                <w:color w:val="000000"/>
              </w:rPr>
              <w:t>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</w:t>
            </w:r>
            <w:r w:rsidRPr="008353CA">
              <w:rPr>
                <w:rFonts w:eastAsia="Arial Unicode MS" w:cs="Arial"/>
                <w:color w:val="000000"/>
              </w:rPr>
              <w:t>ожаробезопасное</w:t>
            </w:r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0844BA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Режим работы </w:t>
            </w:r>
            <w:r>
              <w:rPr>
                <w:rFonts w:eastAsia="Arial Unicode MS" w:cs="Arial"/>
                <w:color w:val="000000"/>
              </w:rPr>
              <w:t>тали</w:t>
            </w:r>
            <w:r w:rsidRPr="008353CA">
              <w:rPr>
                <w:rFonts w:eastAsia="Arial Unicode MS" w:cs="Arial"/>
                <w:color w:val="000000"/>
              </w:rPr>
              <w:t xml:space="preserve">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М2</w:t>
            </w:r>
          </w:p>
        </w:tc>
      </w:tr>
      <w:tr w:rsidR="000844BA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УХЛ2</w:t>
            </w:r>
          </w:p>
        </w:tc>
      </w:tr>
      <w:tr w:rsidR="000844BA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°С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0844BA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2D1377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Степень защиты электрооборудования </w:t>
            </w:r>
            <w:r w:rsidR="002D1377">
              <w:rPr>
                <w:rFonts w:eastAsia="Arial Unicode MS" w:cs="Arial"/>
                <w:bCs/>
                <w:color w:val="000000"/>
              </w:rPr>
              <w:t xml:space="preserve">по </w:t>
            </w:r>
            <w:r w:rsidRPr="008353CA">
              <w:rPr>
                <w:rFonts w:eastAsia="Arial Unicode MS" w:cs="Arial"/>
                <w:bCs/>
                <w:color w:val="000000"/>
              </w:rPr>
              <w:t>ГОСТ 14254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  <w:lang w:val="en-US"/>
              </w:rPr>
              <w:t>IP65</w:t>
            </w:r>
          </w:p>
        </w:tc>
      </w:tr>
      <w:tr w:rsidR="000844BA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0844BA" w:rsidRPr="008353CA" w:rsidTr="00B77839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0844BA" w:rsidRPr="008353CA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Скорость подъема, м/мин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F342A2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Двухскоростная, 8/2*</w:t>
            </w:r>
          </w:p>
        </w:tc>
      </w:tr>
      <w:tr w:rsidR="000844BA" w:rsidRPr="008353CA" w:rsidTr="00B77839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0844BA" w:rsidRPr="008353CA" w:rsidRDefault="000844BA" w:rsidP="000844BA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</w:tcPr>
          <w:p w:rsidR="000844BA" w:rsidRPr="00F342A2" w:rsidRDefault="000844BA" w:rsidP="000844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Скорость перемещения тали, м/мин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4BA" w:rsidRPr="00F342A2" w:rsidRDefault="000844BA" w:rsidP="000844BA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F342A2">
              <w:rPr>
                <w:rFonts w:eastAsia="Arial Unicode MS" w:cs="Arial"/>
                <w:bCs/>
                <w:color w:val="000000"/>
              </w:rPr>
              <w:t>20</w:t>
            </w:r>
            <w:r>
              <w:rPr>
                <w:rFonts w:eastAsia="Arial Unicode MS" w:cs="Arial"/>
                <w:bCs/>
                <w:color w:val="000000"/>
              </w:rPr>
              <w:t>*</w:t>
            </w:r>
          </w:p>
        </w:tc>
      </w:tr>
      <w:tr w:rsidR="00DB03F1" w:rsidRPr="008353CA" w:rsidTr="0030394B">
        <w:trPr>
          <w:trHeight w:val="397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DB03F1" w:rsidRDefault="00DB03F1" w:rsidP="00762ABA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 xml:space="preserve">Способ управления </w:t>
            </w:r>
            <w:r w:rsidR="00762ABA">
              <w:rPr>
                <w:rFonts w:eastAsia="Arial Unicode MS" w:cs="Arial"/>
                <w:bCs/>
                <w:color w:val="000000"/>
              </w:rPr>
              <w:t xml:space="preserve">талью 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6B4174" w:rsidRDefault="00DB03F1" w:rsidP="00DB03F1">
            <w:pPr>
              <w:spacing w:before="0"/>
              <w:ind w:firstLine="0"/>
              <w:jc w:val="center"/>
              <w:rPr>
                <w:rFonts w:cs="Arial"/>
              </w:rPr>
            </w:pPr>
            <w:r w:rsidRPr="00DB03F1">
              <w:rPr>
                <w:rFonts w:eastAsia="Arial Unicode MS" w:cs="Arial"/>
                <w:bCs/>
                <w:color w:val="000000"/>
              </w:rPr>
              <w:t>Радиоуправление</w:t>
            </w:r>
          </w:p>
        </w:tc>
      </w:tr>
      <w:tr w:rsidR="00DB03F1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rPr>
                <w:rFonts w:eastAsia="Arial Unicode MS" w:cs="Arial"/>
                <w:bCs/>
                <w:color w:val="000000"/>
              </w:rPr>
              <w:t>Напряжение питания, В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380 </w:t>
            </w:r>
          </w:p>
        </w:tc>
      </w:tr>
      <w:tr w:rsidR="00DB03F1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Токоподвод 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Кабельный</w:t>
            </w:r>
          </w:p>
        </w:tc>
      </w:tr>
      <w:tr w:rsidR="00DB03F1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Ограничитель грузоподъемности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Требуется</w:t>
            </w:r>
          </w:p>
        </w:tc>
      </w:tr>
      <w:tr w:rsidR="00DB03F1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Тип грузозахватного органа, применяемого на кране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8353C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Крюк</w:t>
            </w:r>
            <w:r>
              <w:t xml:space="preserve"> </w:t>
            </w:r>
            <w:r>
              <w:rPr>
                <w:rFonts w:eastAsia="Arial Unicode MS" w:cs="Arial"/>
                <w:color w:val="000000"/>
              </w:rPr>
              <w:t>о</w:t>
            </w:r>
            <w:r w:rsidRPr="009D1BDF">
              <w:rPr>
                <w:rFonts w:eastAsia="Arial Unicode MS" w:cs="Arial"/>
                <w:color w:val="000000"/>
              </w:rPr>
              <w:t>днорогий, вращающийся с замком</w:t>
            </w:r>
          </w:p>
        </w:tc>
      </w:tr>
      <w:tr w:rsidR="00DB03F1" w:rsidRPr="008353CA" w:rsidTr="00C20D8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DB03F1" w:rsidRPr="008353CA" w:rsidRDefault="00DB03F1" w:rsidP="00DB03F1">
            <w:pPr>
              <w:numPr>
                <w:ilvl w:val="0"/>
                <w:numId w:val="14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DB03F1" w:rsidRPr="000844BA" w:rsidRDefault="00DB03F1" w:rsidP="00DB03F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0844BA">
              <w:rPr>
                <w:rFonts w:eastAsia="Arial Unicode MS" w:cs="Arial"/>
                <w:bCs/>
                <w:color w:val="000000"/>
              </w:rPr>
              <w:t>Дополнительные требования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03F1" w:rsidRPr="000844BA" w:rsidRDefault="00DB03F1" w:rsidP="00DB03F1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0844BA">
              <w:rPr>
                <w:rFonts w:eastAsia="Arial Unicode MS" w:cs="Arial"/>
                <w:bCs/>
                <w:color w:val="000000"/>
              </w:rPr>
              <w:t>Эксплуатация в зоне повышенной запыленности (пыль минеральных удобрений)</w:t>
            </w:r>
          </w:p>
        </w:tc>
      </w:tr>
    </w:tbl>
    <w:p w:rsidR="000844BA" w:rsidRDefault="000844BA" w:rsidP="000844BA">
      <w:pPr>
        <w:ind w:firstLine="0"/>
      </w:pPr>
      <w:r>
        <w:t>*значения уточняются поставщиком оборудования.</w:t>
      </w:r>
    </w:p>
    <w:p w:rsidR="000844BA" w:rsidRDefault="000844BA" w:rsidP="000844BA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B52656" w:rsidRPr="004B2B40" w:rsidRDefault="00B52656" w:rsidP="00B52656">
      <w:pPr>
        <w:pageBreakBefore/>
        <w:ind w:left="-284" w:firstLine="0"/>
      </w:pPr>
      <w:r w:rsidRPr="003D31B7">
        <w:lastRenderedPageBreak/>
        <w:t xml:space="preserve">Таль ручная передвижная </w:t>
      </w:r>
      <w:r w:rsidRPr="0072494F">
        <w:t>червячн</w:t>
      </w:r>
      <w:r>
        <w:t>ая</w:t>
      </w:r>
      <w:r w:rsidRPr="0072494F">
        <w:t xml:space="preserve"> </w:t>
      </w:r>
      <w:r w:rsidRPr="003D31B7">
        <w:t xml:space="preserve">(поз. </w:t>
      </w:r>
      <w:r>
        <w:t>20</w:t>
      </w:r>
      <w:r w:rsidR="00C20D81">
        <w:t>4</w:t>
      </w:r>
      <w:r w:rsidRPr="003D31B7">
        <w:t xml:space="preserve">) в </w:t>
      </w:r>
      <w:r w:rsidRPr="004B2B40">
        <w:t>количестве 2 шт</w:t>
      </w:r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B52656" w:rsidRPr="004B2B40" w:rsidTr="00B77839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B52656" w:rsidRPr="004B2B40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№ п/п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2656" w:rsidRPr="004B2B40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2656" w:rsidRPr="004B2B40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B52656" w:rsidRPr="004B2B40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B52656" w:rsidRPr="004B2B40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B52656" w:rsidRPr="004B2B40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56" w:rsidRPr="004B2B40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3</w:t>
            </w:r>
          </w:p>
        </w:tc>
      </w:tr>
      <w:tr w:rsidR="00B52656" w:rsidRPr="004B2B40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B52656" w:rsidRPr="004B2B40" w:rsidRDefault="00B52656" w:rsidP="00B52656">
            <w:pPr>
              <w:numPr>
                <w:ilvl w:val="0"/>
                <w:numId w:val="16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B52656" w:rsidRPr="004B2B40" w:rsidRDefault="00B52656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Грузоподъемность, т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56" w:rsidRPr="004B2B40" w:rsidRDefault="00C20D81" w:rsidP="00C20D8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2</w:t>
            </w:r>
            <w:r w:rsidR="00B52656" w:rsidRPr="004B2B40">
              <w:rPr>
                <w:rFonts w:eastAsia="Arial Unicode MS" w:cs="Arial"/>
                <w:color w:val="000000"/>
              </w:rPr>
              <w:t>,</w:t>
            </w:r>
            <w:r w:rsidRPr="004B2B40">
              <w:rPr>
                <w:rFonts w:eastAsia="Arial Unicode MS" w:cs="Arial"/>
                <w:color w:val="000000"/>
              </w:rPr>
              <w:t>0</w:t>
            </w:r>
          </w:p>
        </w:tc>
      </w:tr>
      <w:tr w:rsidR="00B52656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B52656" w:rsidRPr="004B2B40" w:rsidRDefault="00B52656" w:rsidP="00B52656">
            <w:pPr>
              <w:numPr>
                <w:ilvl w:val="0"/>
                <w:numId w:val="16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B52656" w:rsidRPr="004B2B40" w:rsidRDefault="00B52656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bCs/>
                <w:color w:val="000000"/>
              </w:rPr>
              <w:t>Высота подъема,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56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9</w:t>
            </w:r>
            <w:r w:rsidR="00B52656" w:rsidRPr="004B2B40">
              <w:rPr>
                <w:rFonts w:eastAsia="Arial Unicode MS" w:cs="Arial"/>
                <w:color w:val="000000"/>
              </w:rPr>
              <w:t>,0</w:t>
            </w:r>
          </w:p>
        </w:tc>
      </w:tr>
      <w:tr w:rsidR="00B52656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B52656" w:rsidRPr="008353CA" w:rsidRDefault="00B52656" w:rsidP="00B52656">
            <w:pPr>
              <w:numPr>
                <w:ilvl w:val="0"/>
                <w:numId w:val="16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Двутавровая балка пути </w:t>
            </w:r>
            <w:r>
              <w:rPr>
                <w:rFonts w:eastAsia="Arial Unicode MS" w:cs="Arial"/>
                <w:bCs/>
                <w:color w:val="000000"/>
              </w:rPr>
              <w:t xml:space="preserve">тали </w:t>
            </w:r>
            <w:r w:rsidRPr="008353CA">
              <w:rPr>
                <w:rFonts w:eastAsia="Arial Unicode MS" w:cs="Arial"/>
                <w:bCs/>
                <w:color w:val="000000"/>
              </w:rPr>
              <w:t>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56" w:rsidRPr="008353CA" w:rsidRDefault="00C20D81" w:rsidP="00C20D81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30</w:t>
            </w:r>
            <w:r w:rsidR="00B52656" w:rsidRPr="008353CA">
              <w:rPr>
                <w:rFonts w:eastAsia="Arial Unicode MS" w:cs="Arial"/>
                <w:color w:val="000000"/>
              </w:rPr>
              <w:t>М</w:t>
            </w:r>
          </w:p>
        </w:tc>
      </w:tr>
      <w:tr w:rsidR="00B52656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B52656" w:rsidRPr="008353CA" w:rsidRDefault="00B52656" w:rsidP="00B52656">
            <w:pPr>
              <w:numPr>
                <w:ilvl w:val="0"/>
                <w:numId w:val="16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t>Параметры монорельсового пути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Прямолинейный</w:t>
            </w:r>
          </w:p>
        </w:tc>
      </w:tr>
      <w:tr w:rsidR="00B52656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B52656" w:rsidRPr="008353CA" w:rsidRDefault="00B52656" w:rsidP="00B52656">
            <w:pPr>
              <w:numPr>
                <w:ilvl w:val="0"/>
                <w:numId w:val="16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Исполнение  </w:t>
            </w:r>
            <w:r>
              <w:rPr>
                <w:rFonts w:eastAsia="Arial Unicode MS" w:cs="Arial"/>
                <w:color w:val="000000"/>
              </w:rPr>
              <w:t>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56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</w:t>
            </w:r>
            <w:r w:rsidRPr="008353CA">
              <w:rPr>
                <w:rFonts w:eastAsia="Arial Unicode MS" w:cs="Arial"/>
                <w:color w:val="000000"/>
              </w:rPr>
              <w:t>ожаробезопасное</w:t>
            </w:r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B52656" w:rsidRPr="008353CA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B52656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B52656" w:rsidRPr="008353CA" w:rsidRDefault="00B52656" w:rsidP="00B52656">
            <w:pPr>
              <w:numPr>
                <w:ilvl w:val="0"/>
                <w:numId w:val="16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Режим работы </w:t>
            </w:r>
            <w:r>
              <w:rPr>
                <w:rFonts w:eastAsia="Arial Unicode MS" w:cs="Arial"/>
                <w:color w:val="000000"/>
              </w:rPr>
              <w:t>тали</w:t>
            </w:r>
            <w:r w:rsidRPr="008353CA">
              <w:rPr>
                <w:rFonts w:eastAsia="Arial Unicode MS" w:cs="Arial"/>
                <w:color w:val="000000"/>
              </w:rPr>
              <w:t xml:space="preserve">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t>М1</w:t>
            </w:r>
          </w:p>
        </w:tc>
      </w:tr>
      <w:tr w:rsidR="00B52656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B52656" w:rsidRPr="008353CA" w:rsidRDefault="00B52656" w:rsidP="00B52656">
            <w:pPr>
              <w:numPr>
                <w:ilvl w:val="0"/>
                <w:numId w:val="16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УХЛ2</w:t>
            </w:r>
          </w:p>
        </w:tc>
      </w:tr>
      <w:tr w:rsidR="00B52656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B52656" w:rsidRPr="008353CA" w:rsidRDefault="00B52656" w:rsidP="00B52656">
            <w:pPr>
              <w:numPr>
                <w:ilvl w:val="0"/>
                <w:numId w:val="16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°С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B52656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B52656" w:rsidRPr="008353CA" w:rsidRDefault="00B52656" w:rsidP="00B52656">
            <w:pPr>
              <w:numPr>
                <w:ilvl w:val="0"/>
                <w:numId w:val="16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56" w:rsidRPr="008353CA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B52656" w:rsidRPr="008353CA" w:rsidTr="00C20D81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B52656" w:rsidRPr="008353CA" w:rsidRDefault="00B52656" w:rsidP="00B52656">
            <w:pPr>
              <w:numPr>
                <w:ilvl w:val="0"/>
                <w:numId w:val="16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B52656" w:rsidRPr="00B52656" w:rsidRDefault="00B52656" w:rsidP="00C20D81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B52656">
              <w:rPr>
                <w:rFonts w:eastAsia="Arial Unicode MS" w:cs="Arial"/>
                <w:bCs/>
                <w:color w:val="000000"/>
              </w:rPr>
              <w:t>Дополнительные требования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56" w:rsidRPr="00B52656" w:rsidRDefault="00B52656" w:rsidP="00B77839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B52656">
              <w:rPr>
                <w:rFonts w:eastAsia="Arial Unicode MS" w:cs="Arial"/>
                <w:bCs/>
                <w:color w:val="000000"/>
              </w:rPr>
              <w:t>Эксплуатация в зоне повышенной запыленности (пыль минеральных удобрений)</w:t>
            </w:r>
          </w:p>
        </w:tc>
      </w:tr>
    </w:tbl>
    <w:p w:rsidR="00C20D81" w:rsidRDefault="00C20D81" w:rsidP="00C20D81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C20D81" w:rsidRPr="004B2B40" w:rsidRDefault="00C20D81" w:rsidP="00C20D81">
      <w:pPr>
        <w:pageBreakBefore/>
        <w:ind w:left="-284" w:firstLine="0"/>
      </w:pPr>
      <w:r w:rsidRPr="003D31B7">
        <w:lastRenderedPageBreak/>
        <w:t xml:space="preserve">Таль ручная передвижная </w:t>
      </w:r>
      <w:r w:rsidRPr="0072494F">
        <w:t>червячн</w:t>
      </w:r>
      <w:r>
        <w:t>ая</w:t>
      </w:r>
      <w:r w:rsidRPr="0072494F">
        <w:t xml:space="preserve"> </w:t>
      </w:r>
      <w:r w:rsidRPr="003D31B7">
        <w:t xml:space="preserve">(поз. </w:t>
      </w:r>
      <w:r>
        <w:t>205</w:t>
      </w:r>
      <w:r w:rsidRPr="003D31B7">
        <w:t xml:space="preserve">) в количестве </w:t>
      </w:r>
      <w:r w:rsidRPr="004B2B40">
        <w:t>7 шт</w:t>
      </w:r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C20D81" w:rsidRPr="004B2B40" w:rsidTr="00B77839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C20D81" w:rsidRPr="004B2B40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№ п/п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0D81" w:rsidRPr="004B2B40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0D81" w:rsidRPr="004B2B40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C20D81" w:rsidRPr="004B2B40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C20D81" w:rsidRPr="004B2B40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C20D81" w:rsidRPr="004B2B40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D81" w:rsidRPr="004B2B40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3</w:t>
            </w:r>
          </w:p>
        </w:tc>
      </w:tr>
      <w:tr w:rsidR="00C20D81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C20D81" w:rsidRPr="004B2B40" w:rsidRDefault="00C20D81" w:rsidP="00C20D81">
            <w:pPr>
              <w:numPr>
                <w:ilvl w:val="0"/>
                <w:numId w:val="18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C20D81" w:rsidRPr="004B2B40" w:rsidRDefault="00C20D81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Грузоподъемность, т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5,0</w:t>
            </w:r>
          </w:p>
        </w:tc>
      </w:tr>
      <w:tr w:rsidR="00C20D81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C20D81" w:rsidRPr="008353CA" w:rsidRDefault="00C20D81" w:rsidP="00C20D81">
            <w:pPr>
              <w:numPr>
                <w:ilvl w:val="0"/>
                <w:numId w:val="18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Высота подъема,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6</w:t>
            </w:r>
            <w:r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C20D81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C20D81" w:rsidRPr="008353CA" w:rsidRDefault="00C20D81" w:rsidP="00C20D81">
            <w:pPr>
              <w:numPr>
                <w:ilvl w:val="0"/>
                <w:numId w:val="18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Двутавровая балка пути </w:t>
            </w:r>
            <w:r>
              <w:rPr>
                <w:rFonts w:eastAsia="Arial Unicode MS" w:cs="Arial"/>
                <w:bCs/>
                <w:color w:val="000000"/>
              </w:rPr>
              <w:t xml:space="preserve">тали </w:t>
            </w:r>
            <w:r w:rsidRPr="008353CA">
              <w:rPr>
                <w:rFonts w:eastAsia="Arial Unicode MS" w:cs="Arial"/>
                <w:bCs/>
                <w:color w:val="000000"/>
              </w:rPr>
              <w:t>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Pr="008353CA">
              <w:rPr>
                <w:rFonts w:eastAsia="Arial Unicode MS" w:cs="Arial"/>
                <w:color w:val="000000"/>
              </w:rPr>
              <w:t>М</w:t>
            </w:r>
          </w:p>
        </w:tc>
      </w:tr>
      <w:tr w:rsidR="00C20D81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C20D81" w:rsidRPr="008353CA" w:rsidRDefault="00C20D81" w:rsidP="00C20D81">
            <w:pPr>
              <w:numPr>
                <w:ilvl w:val="0"/>
                <w:numId w:val="18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t>Параметры монорельсового пути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Default="009972AE" w:rsidP="009972AE">
            <w:pPr>
              <w:spacing w:before="0"/>
              <w:ind w:firstLine="0"/>
              <w:jc w:val="center"/>
            </w:pPr>
            <w:r>
              <w:t xml:space="preserve">Криволинейный </w:t>
            </w:r>
          </w:p>
          <w:p w:rsidR="00C20D81" w:rsidRPr="008353CA" w:rsidRDefault="009972AE" w:rsidP="009972A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t xml:space="preserve">(радиус </w:t>
            </w:r>
            <w:r>
              <w:rPr>
                <w:lang w:val="en-US"/>
              </w:rPr>
              <w:t>2</w:t>
            </w:r>
            <w:r>
              <w:t>,5м)</w:t>
            </w:r>
          </w:p>
        </w:tc>
      </w:tr>
      <w:tr w:rsidR="00C20D81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C20D81" w:rsidRPr="008353CA" w:rsidRDefault="00C20D81" w:rsidP="00C20D81">
            <w:pPr>
              <w:numPr>
                <w:ilvl w:val="0"/>
                <w:numId w:val="18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Исполнение  </w:t>
            </w:r>
            <w:r>
              <w:rPr>
                <w:rFonts w:eastAsia="Arial Unicode MS" w:cs="Arial"/>
                <w:color w:val="000000"/>
              </w:rPr>
              <w:t>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D81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</w:t>
            </w:r>
            <w:r w:rsidRPr="008353CA">
              <w:rPr>
                <w:rFonts w:eastAsia="Arial Unicode MS" w:cs="Arial"/>
                <w:color w:val="000000"/>
              </w:rPr>
              <w:t>ожаробезопасное</w:t>
            </w:r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C20D81" w:rsidRPr="008353CA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C20D81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C20D81" w:rsidRPr="008353CA" w:rsidRDefault="00C20D81" w:rsidP="00C20D81">
            <w:pPr>
              <w:numPr>
                <w:ilvl w:val="0"/>
                <w:numId w:val="18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Режим работы </w:t>
            </w:r>
            <w:r>
              <w:rPr>
                <w:rFonts w:eastAsia="Arial Unicode MS" w:cs="Arial"/>
                <w:color w:val="000000"/>
              </w:rPr>
              <w:t>тали</w:t>
            </w:r>
            <w:r w:rsidRPr="008353CA">
              <w:rPr>
                <w:rFonts w:eastAsia="Arial Unicode MS" w:cs="Arial"/>
                <w:color w:val="000000"/>
              </w:rPr>
              <w:t xml:space="preserve">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t>М1</w:t>
            </w:r>
          </w:p>
        </w:tc>
      </w:tr>
      <w:tr w:rsidR="00C20D81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C20D81" w:rsidRPr="008353CA" w:rsidRDefault="00C20D81" w:rsidP="00C20D81">
            <w:pPr>
              <w:numPr>
                <w:ilvl w:val="0"/>
                <w:numId w:val="18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УХЛ2</w:t>
            </w:r>
          </w:p>
        </w:tc>
      </w:tr>
      <w:tr w:rsidR="00C20D81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C20D81" w:rsidRPr="008353CA" w:rsidRDefault="00C20D81" w:rsidP="00C20D81">
            <w:pPr>
              <w:numPr>
                <w:ilvl w:val="0"/>
                <w:numId w:val="18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°С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C20D81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C20D81" w:rsidRPr="008353CA" w:rsidRDefault="00C20D81" w:rsidP="00C20D81">
            <w:pPr>
              <w:numPr>
                <w:ilvl w:val="0"/>
                <w:numId w:val="18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D81" w:rsidRPr="008353CA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C20D81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C20D81" w:rsidRPr="008353CA" w:rsidRDefault="00C20D81" w:rsidP="00C20D81">
            <w:pPr>
              <w:numPr>
                <w:ilvl w:val="0"/>
                <w:numId w:val="18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C20D81" w:rsidRPr="00B52656" w:rsidRDefault="00C20D81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B52656">
              <w:rPr>
                <w:rFonts w:eastAsia="Arial Unicode MS" w:cs="Arial"/>
                <w:bCs/>
                <w:color w:val="000000"/>
              </w:rPr>
              <w:t>Дополнительные требования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0D81" w:rsidRPr="00B52656" w:rsidRDefault="00C20D81" w:rsidP="00B77839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B52656">
              <w:rPr>
                <w:rFonts w:eastAsia="Arial Unicode MS" w:cs="Arial"/>
                <w:bCs/>
                <w:color w:val="000000"/>
              </w:rPr>
              <w:t>Эксплуатация в зоне повышенной запыленности (пыль минеральных удобрений)</w:t>
            </w:r>
          </w:p>
        </w:tc>
      </w:tr>
    </w:tbl>
    <w:p w:rsidR="00C20D81" w:rsidRDefault="00C20D81" w:rsidP="00C20D81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9972AE" w:rsidRPr="004B2B40" w:rsidRDefault="009972AE" w:rsidP="009972AE">
      <w:pPr>
        <w:pageBreakBefore/>
        <w:ind w:left="-284" w:firstLine="0"/>
      </w:pPr>
      <w:r w:rsidRPr="003D31B7">
        <w:lastRenderedPageBreak/>
        <w:t xml:space="preserve">Таль ручная передвижная </w:t>
      </w:r>
      <w:r w:rsidRPr="0072494F">
        <w:t>червячн</w:t>
      </w:r>
      <w:r>
        <w:t>ая</w:t>
      </w:r>
      <w:r w:rsidRPr="0072494F">
        <w:t xml:space="preserve"> </w:t>
      </w:r>
      <w:r w:rsidRPr="003D31B7">
        <w:t xml:space="preserve">(поз. </w:t>
      </w:r>
      <w:r>
        <w:t>206</w:t>
      </w:r>
      <w:r w:rsidRPr="003D31B7">
        <w:t xml:space="preserve">) в </w:t>
      </w:r>
      <w:r w:rsidRPr="004B2B40">
        <w:t>количестве 1 шт</w:t>
      </w:r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9972AE" w:rsidRPr="004B2B40" w:rsidTr="00B77839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№ п/п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9972AE" w:rsidRPr="004B2B40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3</w:t>
            </w:r>
          </w:p>
        </w:tc>
      </w:tr>
      <w:tr w:rsidR="009972AE" w:rsidRPr="004B2B40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4B2B40" w:rsidRDefault="009972AE" w:rsidP="009972AE">
            <w:pPr>
              <w:numPr>
                <w:ilvl w:val="0"/>
                <w:numId w:val="20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Грузоподъемность, т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5,0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4B2B40" w:rsidRDefault="009972AE" w:rsidP="009972AE">
            <w:pPr>
              <w:numPr>
                <w:ilvl w:val="0"/>
                <w:numId w:val="20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bCs/>
                <w:color w:val="000000"/>
              </w:rPr>
              <w:t>Высота подъема,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12,0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0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Двутавровая балка пути </w:t>
            </w:r>
            <w:r>
              <w:rPr>
                <w:rFonts w:eastAsia="Arial Unicode MS" w:cs="Arial"/>
                <w:bCs/>
                <w:color w:val="000000"/>
              </w:rPr>
              <w:t xml:space="preserve">тали </w:t>
            </w:r>
            <w:r w:rsidRPr="008353CA">
              <w:rPr>
                <w:rFonts w:eastAsia="Arial Unicode MS" w:cs="Arial"/>
                <w:bCs/>
                <w:color w:val="000000"/>
              </w:rPr>
              <w:t>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45</w:t>
            </w:r>
            <w:r w:rsidRPr="008353CA">
              <w:rPr>
                <w:rFonts w:eastAsia="Arial Unicode MS" w:cs="Arial"/>
                <w:color w:val="000000"/>
              </w:rPr>
              <w:t>М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0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t>Параметры монорельсового пути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Прямолинейный</w:t>
            </w:r>
          </w:p>
        </w:tc>
      </w:tr>
      <w:tr w:rsidR="009972AE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0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Исполнение  </w:t>
            </w:r>
            <w:r>
              <w:rPr>
                <w:rFonts w:eastAsia="Arial Unicode MS" w:cs="Arial"/>
                <w:color w:val="000000"/>
              </w:rPr>
              <w:t>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</w:t>
            </w:r>
            <w:r w:rsidRPr="008353CA">
              <w:rPr>
                <w:rFonts w:eastAsia="Arial Unicode MS" w:cs="Arial"/>
                <w:color w:val="000000"/>
              </w:rPr>
              <w:t>ожаробезопасное</w:t>
            </w:r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0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Режим работы </w:t>
            </w:r>
            <w:r>
              <w:rPr>
                <w:rFonts w:eastAsia="Arial Unicode MS" w:cs="Arial"/>
                <w:color w:val="000000"/>
              </w:rPr>
              <w:t>тали</w:t>
            </w:r>
            <w:r w:rsidRPr="008353CA">
              <w:rPr>
                <w:rFonts w:eastAsia="Arial Unicode MS" w:cs="Arial"/>
                <w:color w:val="000000"/>
              </w:rPr>
              <w:t xml:space="preserve">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9972A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t>М2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0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УХЛ2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0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°С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0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9972AE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0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B52656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B52656">
              <w:rPr>
                <w:rFonts w:eastAsia="Arial Unicode MS" w:cs="Arial"/>
                <w:bCs/>
                <w:color w:val="000000"/>
              </w:rPr>
              <w:t>Дополнительные требования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B52656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B52656">
              <w:rPr>
                <w:rFonts w:eastAsia="Arial Unicode MS" w:cs="Arial"/>
                <w:bCs/>
                <w:color w:val="000000"/>
              </w:rPr>
              <w:t>Эксплуатация в зоне повышенной запыленности (пыль минеральных удобрений)</w:t>
            </w:r>
          </w:p>
        </w:tc>
      </w:tr>
    </w:tbl>
    <w:p w:rsidR="009972AE" w:rsidRDefault="009972AE" w:rsidP="009972AE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9972AE" w:rsidRPr="004B2B40" w:rsidRDefault="009972AE" w:rsidP="009972AE">
      <w:pPr>
        <w:pageBreakBefore/>
        <w:ind w:left="-284" w:firstLine="0"/>
      </w:pPr>
      <w:r w:rsidRPr="003D31B7">
        <w:lastRenderedPageBreak/>
        <w:t xml:space="preserve">Таль ручная передвижная </w:t>
      </w:r>
      <w:r w:rsidRPr="0072494F">
        <w:t>червячн</w:t>
      </w:r>
      <w:r>
        <w:t>ая</w:t>
      </w:r>
      <w:r w:rsidRPr="0072494F">
        <w:t xml:space="preserve"> </w:t>
      </w:r>
      <w:r w:rsidRPr="003D31B7">
        <w:t xml:space="preserve">(поз. </w:t>
      </w:r>
      <w:r>
        <w:t>207</w:t>
      </w:r>
      <w:r w:rsidRPr="003D31B7">
        <w:t xml:space="preserve">) в количестве </w:t>
      </w:r>
      <w:r w:rsidRPr="004B2B40">
        <w:t>2 шт</w:t>
      </w:r>
    </w:p>
    <w:tbl>
      <w:tblPr>
        <w:tblStyle w:val="afd"/>
        <w:tblpPr w:leftFromText="180" w:rightFromText="180" w:horzAnchor="margin" w:tblpX="-318" w:tblpY="503"/>
        <w:tblW w:w="5252" w:type="pct"/>
        <w:tblLook w:val="04A0" w:firstRow="1" w:lastRow="0" w:firstColumn="1" w:lastColumn="0" w:noHBand="0" w:noVBand="1"/>
      </w:tblPr>
      <w:tblGrid>
        <w:gridCol w:w="544"/>
        <w:gridCol w:w="6652"/>
        <w:gridCol w:w="2976"/>
      </w:tblGrid>
      <w:tr w:rsidR="009972AE" w:rsidRPr="004B2B40" w:rsidTr="00B77839">
        <w:trPr>
          <w:trHeight w:val="555"/>
        </w:trPr>
        <w:tc>
          <w:tcPr>
            <w:tcW w:w="267" w:type="pct"/>
            <w:tcBorders>
              <w:left w:val="nil"/>
            </w:tcBorders>
            <w:shd w:val="clear" w:color="auto" w:fill="auto"/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№ п/п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Техническая характеристика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Показатель</w:t>
            </w:r>
          </w:p>
        </w:tc>
      </w:tr>
      <w:tr w:rsidR="009972AE" w:rsidRPr="004B2B40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1</w:t>
            </w: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2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3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4B2B40" w:rsidRDefault="009972AE" w:rsidP="009972AE">
            <w:pPr>
              <w:numPr>
                <w:ilvl w:val="0"/>
                <w:numId w:val="2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4B2B40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Грузоподъемность, т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4B2B40">
              <w:rPr>
                <w:rFonts w:eastAsia="Arial Unicode MS" w:cs="Arial"/>
                <w:color w:val="000000"/>
              </w:rPr>
              <w:t>2,0</w:t>
            </w:r>
            <w:bookmarkStart w:id="0" w:name="_GoBack"/>
            <w:bookmarkEnd w:id="0"/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Высота подъема, м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</w:t>
            </w:r>
            <w:r w:rsidRPr="008353CA">
              <w:rPr>
                <w:rFonts w:eastAsia="Arial Unicode MS" w:cs="Arial"/>
                <w:color w:val="000000"/>
              </w:rPr>
              <w:t>,0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 xml:space="preserve">Двутавровая балка пути </w:t>
            </w:r>
            <w:r>
              <w:rPr>
                <w:rFonts w:eastAsia="Arial Unicode MS" w:cs="Arial"/>
                <w:bCs/>
                <w:color w:val="000000"/>
              </w:rPr>
              <w:t xml:space="preserve">тали </w:t>
            </w:r>
            <w:r w:rsidRPr="008353CA">
              <w:rPr>
                <w:rFonts w:eastAsia="Arial Unicode MS" w:cs="Arial"/>
                <w:bCs/>
                <w:color w:val="000000"/>
              </w:rPr>
              <w:t>по ГОСТ 19425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30</w:t>
            </w:r>
            <w:r w:rsidRPr="008353CA">
              <w:rPr>
                <w:rFonts w:eastAsia="Arial Unicode MS" w:cs="Arial"/>
                <w:color w:val="000000"/>
              </w:rPr>
              <w:t>М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>
              <w:t>Параметры монорельсового пути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9972AE" w:rsidRDefault="009972AE" w:rsidP="009972A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972AE">
              <w:rPr>
                <w:rFonts w:eastAsia="Arial Unicode MS" w:cs="Arial"/>
                <w:color w:val="000000"/>
              </w:rPr>
              <w:t xml:space="preserve">Криволинейный </w:t>
            </w:r>
          </w:p>
          <w:p w:rsidR="009972AE" w:rsidRPr="008353CA" w:rsidRDefault="009972AE" w:rsidP="009972A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9972AE">
              <w:rPr>
                <w:rFonts w:eastAsia="Arial Unicode MS" w:cs="Arial"/>
                <w:color w:val="000000"/>
              </w:rPr>
              <w:t>(радиус 2,5м)</w:t>
            </w:r>
          </w:p>
        </w:tc>
      </w:tr>
      <w:tr w:rsidR="009972AE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Исполнение  </w:t>
            </w:r>
            <w:r>
              <w:rPr>
                <w:rFonts w:eastAsia="Arial Unicode MS" w:cs="Arial"/>
                <w:color w:val="000000"/>
              </w:rPr>
              <w:t>тали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П</w:t>
            </w:r>
            <w:r w:rsidRPr="008353CA">
              <w:rPr>
                <w:rFonts w:eastAsia="Arial Unicode MS" w:cs="Arial"/>
                <w:color w:val="000000"/>
              </w:rPr>
              <w:t>ожаробезопасное</w:t>
            </w:r>
            <w:r>
              <w:rPr>
                <w:rFonts w:eastAsia="Arial Unicode MS" w:cs="Arial"/>
                <w:color w:val="000000"/>
              </w:rPr>
              <w:t xml:space="preserve"> </w:t>
            </w:r>
          </w:p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(П-</w:t>
            </w:r>
            <w:r>
              <w:rPr>
                <w:rFonts w:eastAsia="Arial Unicode MS" w:cs="Arial"/>
                <w:color w:val="000000"/>
                <w:lang w:val="en-US"/>
              </w:rPr>
              <w:t>II</w:t>
            </w:r>
            <w:r>
              <w:rPr>
                <w:rFonts w:eastAsia="Arial Unicode MS" w:cs="Arial"/>
                <w:color w:val="000000"/>
              </w:rPr>
              <w:t>а)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Режим работы </w:t>
            </w:r>
            <w:r>
              <w:rPr>
                <w:rFonts w:eastAsia="Arial Unicode MS" w:cs="Arial"/>
                <w:color w:val="000000"/>
              </w:rPr>
              <w:t>тали</w:t>
            </w:r>
            <w:r w:rsidRPr="008353CA">
              <w:rPr>
                <w:rFonts w:eastAsia="Arial Unicode MS" w:cs="Arial"/>
                <w:color w:val="000000"/>
              </w:rPr>
              <w:t xml:space="preserve"> (</w:t>
            </w:r>
            <w:r w:rsidRPr="008353CA">
              <w:rPr>
                <w:rFonts w:eastAsia="Arial Unicode MS" w:cs="Arial"/>
                <w:bCs/>
                <w:color w:val="000000"/>
              </w:rPr>
              <w:t>по ИСО 4301/1)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9972AE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>
              <w:t>М1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Климатическое исполнение по ГОСТ 15150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УХЛ2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bCs/>
                <w:color w:val="000000"/>
              </w:rPr>
              <w:t>Температура эксплуатации</w:t>
            </w:r>
            <w:r>
              <w:rPr>
                <w:rFonts w:eastAsia="Arial Unicode MS" w:cs="Arial"/>
                <w:bCs/>
                <w:color w:val="000000"/>
              </w:rPr>
              <w:t>,</w:t>
            </w:r>
            <w:r w:rsidRPr="008353CA">
              <w:rPr>
                <w:rFonts w:eastAsia="Arial Unicode MS" w:cs="Arial"/>
                <w:bCs/>
                <w:color w:val="000000"/>
              </w:rPr>
              <w:t xml:space="preserve"> </w:t>
            </w:r>
            <w:r w:rsidRPr="008353CA">
              <w:rPr>
                <w:rFonts w:eastAsia="Arial Unicode MS" w:cs="Arial"/>
                <w:color w:val="000000"/>
              </w:rPr>
              <w:t>°С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-35…+45</w:t>
            </w:r>
          </w:p>
        </w:tc>
      </w:tr>
      <w:tr w:rsidR="009972AE" w:rsidRPr="008353CA" w:rsidTr="00B77839">
        <w:trPr>
          <w:trHeight w:val="278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 xml:space="preserve">Сейсмичность района установки </w:t>
            </w:r>
            <w:r w:rsidRPr="008353CA">
              <w:rPr>
                <w:rFonts w:eastAsia="Arial Unicode MS" w:cs="Arial"/>
                <w:color w:val="000000"/>
                <w:lang w:val="en-US"/>
              </w:rPr>
              <w:t>MSK</w:t>
            </w:r>
            <w:r w:rsidRPr="008353CA">
              <w:rPr>
                <w:rFonts w:eastAsia="Arial Unicode MS" w:cs="Arial"/>
                <w:color w:val="000000"/>
              </w:rPr>
              <w:t>-64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8353CA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color w:val="000000"/>
              </w:rPr>
            </w:pPr>
            <w:r w:rsidRPr="008353CA">
              <w:rPr>
                <w:rFonts w:eastAsia="Arial Unicode MS" w:cs="Arial"/>
                <w:color w:val="000000"/>
              </w:rPr>
              <w:t>6</w:t>
            </w:r>
          </w:p>
        </w:tc>
      </w:tr>
      <w:tr w:rsidR="009972AE" w:rsidRPr="008353CA" w:rsidTr="00B77839">
        <w:trPr>
          <w:trHeight w:val="291"/>
        </w:trPr>
        <w:tc>
          <w:tcPr>
            <w:tcW w:w="267" w:type="pct"/>
            <w:tcBorders>
              <w:left w:val="nil"/>
            </w:tcBorders>
            <w:vAlign w:val="center"/>
          </w:tcPr>
          <w:p w:rsidR="009972AE" w:rsidRPr="008353CA" w:rsidRDefault="009972AE" w:rsidP="009972AE">
            <w:pPr>
              <w:numPr>
                <w:ilvl w:val="0"/>
                <w:numId w:val="22"/>
              </w:numPr>
              <w:spacing w:before="0"/>
              <w:ind w:left="426"/>
              <w:contextualSpacing/>
              <w:jc w:val="left"/>
              <w:rPr>
                <w:rFonts w:eastAsia="Arial Unicode MS" w:cs="Arial"/>
                <w:color w:val="000000"/>
              </w:rPr>
            </w:pPr>
          </w:p>
        </w:tc>
        <w:tc>
          <w:tcPr>
            <w:tcW w:w="3270" w:type="pct"/>
            <w:tcBorders>
              <w:right w:val="single" w:sz="4" w:space="0" w:color="auto"/>
            </w:tcBorders>
            <w:vAlign w:val="center"/>
          </w:tcPr>
          <w:p w:rsidR="009972AE" w:rsidRPr="00B52656" w:rsidRDefault="009972AE" w:rsidP="00B77839">
            <w:pPr>
              <w:spacing w:before="0"/>
              <w:ind w:firstLine="0"/>
              <w:jc w:val="left"/>
              <w:rPr>
                <w:rFonts w:eastAsia="Arial Unicode MS" w:cs="Arial"/>
                <w:bCs/>
                <w:color w:val="000000"/>
              </w:rPr>
            </w:pPr>
            <w:r w:rsidRPr="00B52656">
              <w:rPr>
                <w:rFonts w:eastAsia="Arial Unicode MS" w:cs="Arial"/>
                <w:bCs/>
                <w:color w:val="000000"/>
              </w:rPr>
              <w:t>Дополнительные требования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72AE" w:rsidRPr="00B52656" w:rsidRDefault="009972AE" w:rsidP="00B77839">
            <w:pPr>
              <w:spacing w:before="0"/>
              <w:ind w:firstLine="0"/>
              <w:jc w:val="center"/>
              <w:rPr>
                <w:rFonts w:eastAsia="Arial Unicode MS" w:cs="Arial"/>
                <w:bCs/>
                <w:color w:val="000000"/>
              </w:rPr>
            </w:pPr>
            <w:r w:rsidRPr="00B52656">
              <w:rPr>
                <w:rFonts w:eastAsia="Arial Unicode MS" w:cs="Arial"/>
                <w:bCs/>
                <w:color w:val="000000"/>
              </w:rPr>
              <w:t>Эксплуатация в зоне повышенной запыленности (пыль минеральных удобрений)</w:t>
            </w:r>
          </w:p>
        </w:tc>
      </w:tr>
    </w:tbl>
    <w:p w:rsidR="009972AE" w:rsidRDefault="009972AE" w:rsidP="009972AE">
      <w:pPr>
        <w:ind w:firstLine="0"/>
      </w:pPr>
      <w:r w:rsidRPr="00F647CA">
        <w:t>Примечания:</w:t>
      </w:r>
      <w:r>
        <w:t xml:space="preserve"> н</w:t>
      </w:r>
      <w:r w:rsidRPr="00F647CA">
        <w:t xml:space="preserve">а </w:t>
      </w:r>
      <w:r>
        <w:t>терминале</w:t>
      </w:r>
      <w:r w:rsidRPr="00F647CA">
        <w:t xml:space="preserve"> осуществляется перегрузка </w:t>
      </w:r>
      <w:r>
        <w:t xml:space="preserve">минеральных </w:t>
      </w:r>
      <w:r w:rsidRPr="00F647CA">
        <w:t>удобрений</w:t>
      </w:r>
      <w:r>
        <w:t xml:space="preserve"> (</w:t>
      </w:r>
      <w:r w:rsidRPr="008947BC">
        <w:t>карбамид, аммофос, хлористый калий и др.</w:t>
      </w:r>
      <w:r>
        <w:t>)</w:t>
      </w:r>
      <w:r w:rsidRPr="00F647CA">
        <w:t>, оказывающих сильное коррозирующее воздействие на материалы</w:t>
      </w:r>
      <w:r>
        <w:t>.</w:t>
      </w:r>
    </w:p>
    <w:p w:rsidR="003D31B7" w:rsidRPr="00002056" w:rsidRDefault="003D31B7" w:rsidP="00DD1038">
      <w:pPr>
        <w:ind w:left="-284" w:firstLine="0"/>
      </w:pPr>
    </w:p>
    <w:sectPr w:rsidR="003D31B7" w:rsidRPr="00002056" w:rsidSect="0073374A">
      <w:footerReference w:type="default" r:id="rId10"/>
      <w:footerReference w:type="first" r:id="rId11"/>
      <w:pgSz w:w="11906" w:h="16838" w:code="9"/>
      <w:pgMar w:top="-567" w:right="624" w:bottom="1134" w:left="181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44C" w:rsidRDefault="00CC444C">
      <w:r>
        <w:separator/>
      </w:r>
    </w:p>
  </w:endnote>
  <w:endnote w:type="continuationSeparator" w:id="0">
    <w:p w:rsidR="00CC444C" w:rsidRDefault="00CC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330" w:tblpY="285"/>
      <w:tblOverlap w:val="never"/>
      <w:tblW w:w="112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3"/>
      <w:gridCol w:w="321"/>
      <w:gridCol w:w="395"/>
      <w:gridCol w:w="559"/>
      <w:gridCol w:w="559"/>
      <w:gridCol w:w="559"/>
      <w:gridCol w:w="559"/>
      <w:gridCol w:w="844"/>
      <w:gridCol w:w="564"/>
      <w:gridCol w:w="5928"/>
      <w:gridCol w:w="594"/>
    </w:tblGrid>
    <w:tr w:rsidR="00EC2A99">
      <w:trPr>
        <w:cantSplit/>
        <w:trHeight w:hRule="exact" w:val="11414"/>
      </w:trPr>
      <w:tc>
        <w:tcPr>
          <w:tcW w:w="1089" w:type="dxa"/>
          <w:gridSpan w:val="3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10166" w:type="dxa"/>
          <w:gridSpan w:val="8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hRule="exact" w:val="1418"/>
      </w:trPr>
      <w:tc>
        <w:tcPr>
          <w:tcW w:w="373" w:type="dxa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1" w:name="vzam2" w:colFirst="2" w:colLast="3"/>
        </w:p>
      </w:tc>
      <w:tc>
        <w:tcPr>
          <w:tcW w:w="32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</w:rPr>
          </w:pPr>
          <w:r w:rsidRPr="00A8042B">
            <w:rPr>
              <w:sz w:val="19"/>
            </w:rPr>
            <w:t>Взам. инв. №</w:t>
          </w:r>
        </w:p>
      </w:tc>
      <w:tc>
        <w:tcPr>
          <w:tcW w:w="3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</w:rPr>
          </w:pPr>
        </w:p>
      </w:tc>
    </w:tr>
    <w:bookmarkEnd w:id="1"/>
    <w:tr w:rsidR="00EC2A99">
      <w:trPr>
        <w:cantSplit/>
        <w:trHeight w:val="28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A8042B">
            <w:rPr>
              <w:sz w:val="19"/>
            </w:rPr>
            <w:t>Подпись и дата</w:t>
          </w:r>
        </w:p>
      </w:tc>
      <w:tc>
        <w:tcPr>
          <w:tcW w:w="395" w:type="dxa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/>
      </w:tc>
    </w:tr>
    <w:tr w:rsidR="00EC2A99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0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val="225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0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Pr="00A8042B" w:rsidRDefault="00EC2A99">
          <w:pPr>
            <w:pStyle w:val="a9"/>
            <w:rPr>
              <w:sz w:val="19"/>
            </w:rPr>
          </w:pPr>
        </w:p>
      </w:tc>
      <w:tc>
        <w:tcPr>
          <w:tcW w:w="395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  <w:bookmarkStart w:id="2" w:name="invn2" w:colFirst="2" w:colLast="3"/>
        </w:p>
      </w:tc>
      <w:tc>
        <w:tcPr>
          <w:tcW w:w="321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A8042B">
            <w:rPr>
              <w:sz w:val="19"/>
            </w:rPr>
            <w:t>Инв</w:t>
          </w:r>
          <w:r w:rsidRPr="00A8042B">
            <w:rPr>
              <w:sz w:val="19"/>
              <w:lang w:val="en-US"/>
            </w:rPr>
            <w:t xml:space="preserve">. № </w:t>
          </w:r>
          <w:r w:rsidRPr="00A8042B">
            <w:rPr>
              <w:sz w:val="19"/>
            </w:rPr>
            <w:t>подл</w:t>
          </w:r>
          <w:r w:rsidRPr="00A8042B">
            <w:rPr>
              <w:sz w:val="19"/>
              <w:lang w:val="en-US"/>
            </w:rPr>
            <w:t>.</w:t>
          </w:r>
        </w:p>
      </w:tc>
      <w:tc>
        <w:tcPr>
          <w:tcW w:w="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A8042B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6" w:type="dxa"/>
          <w:gridSpan w:val="8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b/>
              <w:bCs/>
              <w:sz w:val="22"/>
              <w:lang w:val="en-US"/>
            </w:rPr>
          </w:pPr>
        </w:p>
      </w:tc>
    </w:tr>
    <w:bookmarkEnd w:id="2"/>
    <w:tr w:rsidR="00EC2A99">
      <w:trPr>
        <w:cantSplit/>
        <w:trHeight w:hRule="exact" w:val="227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10166" w:type="dxa"/>
          <w:gridSpan w:val="8"/>
          <w:tcBorders>
            <w:top w:val="nil"/>
            <w:left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>
          <w:pPr>
            <w:pStyle w:val="a9"/>
            <w:jc w:val="right"/>
            <w:rPr>
              <w:lang w:val="en-US"/>
            </w:rPr>
          </w:pPr>
          <w:r>
            <w:fldChar w:fldCharType="begin"/>
          </w:r>
          <w:r>
            <w:rPr>
              <w:lang w:val="en-US"/>
            </w:rPr>
            <w:instrText xml:space="preserve"> FILENAME </w:instrText>
          </w:r>
          <w:r>
            <w:fldChar w:fldCharType="separate"/>
          </w:r>
          <w:r w:rsidR="00DB03F1">
            <w:rPr>
              <w:noProof/>
              <w:lang w:val="en-US"/>
            </w:rPr>
            <w:t>1632-2021-1.1, 1.2, 2.1.0-ТХ_0_0_RU_IFC.pdf</w:t>
          </w:r>
          <w:r>
            <w:fldChar w:fldCharType="end"/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3" w:name="shifr2" w:colFirst="9" w:colLast="9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762ABA">
          <w:pPr>
            <w:pStyle w:val="a9"/>
            <w:jc w:val="center"/>
            <w:rPr>
              <w:sz w:val="28"/>
              <w:lang w:val="en-US"/>
            </w:rPr>
          </w:pPr>
          <w:r>
            <w:rPr>
              <w:sz w:val="28"/>
            </w:rPr>
            <w:t>1632-2021-1.1, 1.2, 2.1.0-ТХ.ОЛ</w:t>
          </w:r>
        </w:p>
      </w:tc>
      <w:tc>
        <w:tcPr>
          <w:tcW w:w="5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20"/>
              <w:szCs w:val="20"/>
              <w:lang w:val="en-US"/>
            </w:rPr>
          </w:pPr>
          <w:r w:rsidRPr="00A8042B">
            <w:rPr>
              <w:sz w:val="20"/>
              <w:szCs w:val="20"/>
            </w:rPr>
            <w:t>Лист</w:t>
          </w:r>
        </w:p>
      </w:tc>
    </w:tr>
    <w:tr w:rsidR="00EC2A99">
      <w:trPr>
        <w:cantSplit/>
        <w:trHeight w:hRule="exact" w:val="282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4" w:name="tbn1" w:colFirst="10" w:colLast="10"/>
          <w:bookmarkEnd w:id="3"/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  <w:tc>
        <w:tcPr>
          <w:tcW w:w="59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762ABA">
          <w:pPr>
            <w:pStyle w:val="a9"/>
            <w:jc w:val="center"/>
            <w:rPr>
              <w:sz w:val="22"/>
              <w:szCs w:val="22"/>
              <w:lang w:val="en-US"/>
            </w:rPr>
          </w:pPr>
          <w:r>
            <w:rPr>
              <w:sz w:val="22"/>
              <w:szCs w:val="22"/>
              <w:lang w:val="en-US"/>
            </w:rPr>
            <w:fldChar w:fldCharType="begin"/>
          </w:r>
          <w:r>
            <w:rPr>
              <w:sz w:val="22"/>
              <w:szCs w:val="22"/>
              <w:lang w:val="en-US"/>
            </w:rPr>
            <w:instrText xml:space="preserve"> PAGE  \* MERGEFORMAT </w:instrText>
          </w:r>
          <w:r>
            <w:rPr>
              <w:sz w:val="22"/>
              <w:szCs w:val="22"/>
              <w:lang w:val="en-US"/>
            </w:rPr>
            <w:fldChar w:fldCharType="separate"/>
          </w:r>
          <w:r w:rsidR="004B2B40">
            <w:rPr>
              <w:noProof/>
              <w:sz w:val="22"/>
              <w:szCs w:val="22"/>
              <w:lang w:val="en-US"/>
            </w:rPr>
            <w:t>7</w:t>
          </w:r>
          <w:r>
            <w:rPr>
              <w:sz w:val="22"/>
              <w:szCs w:val="22"/>
              <w:lang w:val="en-US"/>
            </w:rPr>
            <w:fldChar w:fldCharType="end"/>
          </w:r>
        </w:p>
      </w:tc>
    </w:tr>
    <w:bookmarkEnd w:id="4"/>
    <w:tr w:rsidR="00EC2A99">
      <w:trPr>
        <w:cantSplit/>
        <w:trHeight w:hRule="exact" w:val="284"/>
      </w:trPr>
      <w:tc>
        <w:tcPr>
          <w:tcW w:w="373" w:type="dxa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39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Кол.уч.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№ док.</w:t>
          </w:r>
        </w:p>
      </w:tc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Подп.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A8042B" w:rsidRDefault="00EC2A99">
          <w:pPr>
            <w:pStyle w:val="a7"/>
            <w:spacing w:before="0" w:after="0"/>
            <w:rPr>
              <w:sz w:val="16"/>
              <w:szCs w:val="16"/>
            </w:rPr>
          </w:pPr>
          <w:r w:rsidRPr="00A8042B">
            <w:rPr>
              <w:sz w:val="16"/>
              <w:szCs w:val="16"/>
            </w:rPr>
            <w:t>Дата</w:t>
          </w:r>
        </w:p>
      </w:tc>
      <w:tc>
        <w:tcPr>
          <w:tcW w:w="592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594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</w:tr>
  </w:tbl>
  <w:p w:rsidR="00EC2A99" w:rsidRDefault="00EC2A99">
    <w:pPr>
      <w:pStyle w:val="a9"/>
      <w:spacing w:before="6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239" w:tblpY="285"/>
      <w:tblOverlap w:val="never"/>
      <w:tblW w:w="113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114"/>
      <w:gridCol w:w="188"/>
      <w:gridCol w:w="159"/>
      <w:gridCol w:w="119"/>
      <w:gridCol w:w="280"/>
      <w:gridCol w:w="568"/>
      <w:gridCol w:w="568"/>
      <w:gridCol w:w="568"/>
      <w:gridCol w:w="568"/>
      <w:gridCol w:w="837"/>
      <w:gridCol w:w="568"/>
      <w:gridCol w:w="3788"/>
      <w:gridCol w:w="835"/>
      <w:gridCol w:w="818"/>
      <w:gridCol w:w="1042"/>
    </w:tblGrid>
    <w:tr w:rsidR="00EC2A99" w:rsidTr="002A3A39">
      <w:trPr>
        <w:cantSplit/>
        <w:trHeight w:val="7655"/>
      </w:trPr>
      <w:tc>
        <w:tcPr>
          <w:tcW w:w="1143" w:type="dxa"/>
          <w:gridSpan w:val="6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</w:pPr>
        </w:p>
      </w:tc>
      <w:tc>
        <w:tcPr>
          <w:tcW w:w="10160" w:type="dxa"/>
          <w:gridSpan w:val="10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C2A99" w:rsidRDefault="00EC2A99">
          <w:pPr>
            <w:pStyle w:val="a2"/>
            <w:rPr>
              <w:lang w:val="en-US"/>
            </w:rPr>
          </w:pPr>
        </w:p>
      </w:tc>
    </w:tr>
    <w:tr w:rsidR="002A3A39" w:rsidTr="002A3A39">
      <w:trPr>
        <w:cantSplit/>
        <w:trHeight w:hRule="exact" w:val="567"/>
      </w:trPr>
      <w:tc>
        <w:tcPr>
          <w:tcW w:w="283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2A3A39" w:rsidRDefault="002A3A39">
          <w:pPr>
            <w:pStyle w:val="a9"/>
            <w:ind w:left="113" w:right="113"/>
            <w:rPr>
              <w:caps/>
              <w:sz w:val="21"/>
            </w:rPr>
          </w:pPr>
        </w:p>
      </w:tc>
      <w:tc>
        <w:tcPr>
          <w:tcW w:w="302" w:type="dxa"/>
          <w:gridSpan w:val="2"/>
          <w:vMerge w:val="restart"/>
          <w:tcBorders>
            <w:top w:val="single" w:sz="4" w:space="0" w:color="auto"/>
          </w:tcBorders>
          <w:textDirection w:val="btLr"/>
          <w:vAlign w:val="center"/>
        </w:tcPr>
        <w:p w:rsidR="002A3A39" w:rsidRDefault="002A3A39" w:rsidP="002A3A39">
          <w:pPr>
            <w:pStyle w:val="a9"/>
            <w:ind w:left="113" w:right="113"/>
            <w:rPr>
              <w:sz w:val="14"/>
              <w:lang w:val="en-US"/>
            </w:rPr>
          </w:pPr>
          <w:r>
            <w:rPr>
              <w:caps/>
              <w:sz w:val="21"/>
            </w:rPr>
            <w:t>Согласовано</w:t>
          </w:r>
        </w:p>
      </w:tc>
      <w:tc>
        <w:tcPr>
          <w:tcW w:w="278" w:type="dxa"/>
          <w:gridSpan w:val="2"/>
          <w:tcBorders>
            <w:top w:val="single" w:sz="4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280" w:type="dxa"/>
          <w:tcBorders>
            <w:top w:val="single" w:sz="4" w:space="0" w:color="auto"/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sz w:val="14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851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2A3A39" w:rsidTr="002A3A39">
      <w:trPr>
        <w:cantSplit/>
        <w:trHeight w:hRule="exact" w:val="1134"/>
      </w:trPr>
      <w:tc>
        <w:tcPr>
          <w:tcW w:w="283" w:type="dxa"/>
          <w:vMerge/>
          <w:tcBorders>
            <w:left w:val="nil"/>
            <w:bottom w:val="nil"/>
          </w:tcBorders>
          <w:textDirection w:val="btLr"/>
        </w:tcPr>
        <w:p w:rsidR="002A3A39" w:rsidRDefault="002A3A39">
          <w:pPr>
            <w:pStyle w:val="a9"/>
            <w:ind w:left="113" w:right="113"/>
            <w:rPr>
              <w:lang w:val="en-US"/>
            </w:rPr>
          </w:pPr>
        </w:p>
      </w:tc>
      <w:tc>
        <w:tcPr>
          <w:tcW w:w="302" w:type="dxa"/>
          <w:gridSpan w:val="2"/>
          <w:vMerge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78" w:type="dxa"/>
          <w:gridSpan w:val="2"/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280" w:type="dxa"/>
          <w:tcBorders>
            <w:right w:val="single" w:sz="12" w:space="0" w:color="auto"/>
          </w:tcBorders>
          <w:textDirection w:val="btLr"/>
          <w:vAlign w:val="center"/>
        </w:tcPr>
        <w:p w:rsidR="002A3A39" w:rsidRDefault="002A3A39">
          <w:pPr>
            <w:pStyle w:val="a9"/>
            <w:jc w:val="center"/>
            <w:rPr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</w:tcPr>
        <w:p w:rsidR="002A3A39" w:rsidRDefault="002A3A39">
          <w:pPr>
            <w:rPr>
              <w:lang w:val="en-US"/>
            </w:rPr>
          </w:pPr>
        </w:p>
      </w:tc>
    </w:tr>
    <w:tr w:rsidR="00EC2A99">
      <w:trPr>
        <w:cantSplit/>
        <w:trHeight w:hRule="exact" w:val="1418"/>
      </w:trPr>
      <w:tc>
        <w:tcPr>
          <w:tcW w:w="397" w:type="dxa"/>
          <w:gridSpan w:val="2"/>
          <w:vMerge w:val="restart"/>
          <w:tcBorders>
            <w:top w:val="nil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5" w:name="vzam1" w:colFirst="2" w:colLast="3"/>
        </w:p>
      </w:tc>
      <w:tc>
        <w:tcPr>
          <w:tcW w:w="34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right="113"/>
            <w:jc w:val="center"/>
            <w:rPr>
              <w:sz w:val="19"/>
              <w:lang w:val="en-US"/>
            </w:rPr>
          </w:pPr>
          <w:r w:rsidRPr="00EC2A99">
            <w:rPr>
              <w:sz w:val="19"/>
            </w:rPr>
            <w:t>Взам</w:t>
          </w:r>
          <w:r w:rsidRPr="00EC2A99">
            <w:rPr>
              <w:sz w:val="19"/>
              <w:lang w:val="en-US"/>
            </w:rPr>
            <w:t xml:space="preserve">. </w:t>
          </w:r>
          <w:r w:rsidRPr="00EC2A99">
            <w:rPr>
              <w:sz w:val="19"/>
            </w:rPr>
            <w:t>инв</w:t>
          </w:r>
          <w:r w:rsidRPr="00EC2A99">
            <w:rPr>
              <w:sz w:val="19"/>
              <w:lang w:val="en-US"/>
            </w:rPr>
            <w:t>.</w:t>
          </w:r>
          <w:r w:rsidRPr="00EC2A99">
            <w:rPr>
              <w:sz w:val="19"/>
            </w:rPr>
            <w:t xml:space="preserve"> </w:t>
          </w:r>
          <w:r w:rsidRPr="00EC2A99">
            <w:rPr>
              <w:sz w:val="19"/>
              <w:lang w:val="en-US"/>
            </w:rPr>
            <w:t>№</w:t>
          </w:r>
        </w:p>
      </w:tc>
      <w:tc>
        <w:tcPr>
          <w:tcW w:w="39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b/>
              <w:bCs/>
              <w:sz w:val="19"/>
              <w:lang w:val="en-US"/>
            </w:rPr>
          </w:pPr>
        </w:p>
      </w:tc>
      <w:tc>
        <w:tcPr>
          <w:tcW w:w="10160" w:type="dxa"/>
          <w:gridSpan w:val="10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C2A99" w:rsidRDefault="00EC2A99">
          <w:pPr>
            <w:rPr>
              <w:b/>
              <w:bCs/>
              <w:sz w:val="22"/>
              <w:lang w:val="en-US"/>
            </w:rPr>
          </w:pPr>
        </w:p>
      </w:tc>
    </w:tr>
    <w:bookmarkEnd w:id="5"/>
    <w:tr w:rsidR="00EC2A99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 w:val="restart"/>
          <w:tcBorders>
            <w:left w:val="single" w:sz="12" w:space="0" w:color="auto"/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ind w:left="113" w:right="113"/>
            <w:jc w:val="center"/>
            <w:rPr>
              <w:sz w:val="19"/>
            </w:rPr>
          </w:pPr>
          <w:r w:rsidRPr="00EC2A99">
            <w:rPr>
              <w:sz w:val="19"/>
            </w:rPr>
            <w:t>Подпись и дата</w:t>
          </w:r>
        </w:p>
      </w:tc>
      <w:tc>
        <w:tcPr>
          <w:tcW w:w="399" w:type="dxa"/>
          <w:gridSpan w:val="2"/>
          <w:vMerge w:val="restart"/>
          <w:tcBorders>
            <w:right w:val="single" w:sz="12" w:space="0" w:color="auto"/>
          </w:tcBorders>
          <w:textDirection w:val="btLr"/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10160" w:type="dxa"/>
          <w:gridSpan w:val="10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right w:w="113" w:type="dxa"/>
          </w:tcMar>
          <w:vAlign w:val="center"/>
        </w:tcPr>
        <w:p w:rsidR="00EC2A99" w:rsidRDefault="00EC2A99" w:rsidP="00EC2A99">
          <w:pPr>
            <w:spacing w:before="0"/>
            <w:jc w:val="right"/>
            <w:rPr>
              <w:sz w:val="18"/>
              <w:lang w:val="en-US"/>
            </w:rPr>
          </w:pPr>
          <w:r>
            <w:rPr>
              <w:sz w:val="18"/>
            </w:rPr>
            <w:fldChar w:fldCharType="begin"/>
          </w:r>
          <w:r>
            <w:rPr>
              <w:sz w:val="18"/>
              <w:lang w:val="en-US"/>
            </w:rPr>
            <w:instrText xml:space="preserve"> FILENAME </w:instrText>
          </w:r>
          <w:r>
            <w:rPr>
              <w:sz w:val="18"/>
            </w:rPr>
            <w:fldChar w:fldCharType="separate"/>
          </w:r>
          <w:r w:rsidR="00DB03F1">
            <w:rPr>
              <w:noProof/>
              <w:sz w:val="18"/>
              <w:lang w:val="en-US"/>
            </w:rPr>
            <w:t>1632-2021-1.1, 1.2, 2.1.0-ТХ_0_0_RU_IFC.pdf</w:t>
          </w:r>
          <w:r>
            <w:rPr>
              <w:sz w:val="18"/>
            </w:rPr>
            <w:fldChar w:fldCharType="end"/>
          </w: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6" w:name="shifr1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C2A99" w:rsidRDefault="00674F3E" w:rsidP="009E1D9C">
          <w:pPr>
            <w:pStyle w:val="a9"/>
            <w:jc w:val="center"/>
            <w:rPr>
              <w:sz w:val="28"/>
            </w:rPr>
          </w:pPr>
          <w:r w:rsidRPr="00674F3E">
            <w:rPr>
              <w:sz w:val="28"/>
            </w:rPr>
            <w:t>1632-2021-1.1, 1.2, 2.1.0-ТХ</w:t>
          </w:r>
          <w:r w:rsidR="00217A32">
            <w:rPr>
              <w:sz w:val="28"/>
            </w:rPr>
            <w:t>.</w:t>
          </w:r>
          <w:r w:rsidR="008947BC">
            <w:rPr>
              <w:sz w:val="28"/>
            </w:rPr>
            <w:t>ОЛ</w:t>
          </w:r>
        </w:p>
      </w:tc>
    </w:tr>
    <w:bookmarkEnd w:id="6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  <w:rPr>
              <w:lang w:val="en-US"/>
            </w:rPr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Default="00EC2A99">
          <w:pPr>
            <w:pStyle w:val="a9"/>
            <w:rPr>
              <w:lang w:val="en-US"/>
            </w:rPr>
          </w:pPr>
          <w:bookmarkStart w:id="7" w:name="nkomp" w:colFirst="9" w:colLast="9"/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9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9"/>
            <w:jc w:val="center"/>
            <w:rPr>
              <w:sz w:val="16"/>
              <w:lang w:val="en-US"/>
            </w:rPr>
          </w:pPr>
        </w:p>
      </w:tc>
      <w:tc>
        <w:tcPr>
          <w:tcW w:w="648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8947BC">
          <w:pPr>
            <w:pStyle w:val="a9"/>
            <w:jc w:val="center"/>
            <w:rPr>
              <w:sz w:val="22"/>
            </w:rPr>
          </w:pPr>
          <w:r w:rsidRPr="008947BC">
            <w:rPr>
              <w:sz w:val="22"/>
            </w:rPr>
            <w:t>Терминал по перевалке минеральных удобрений в Морском торговом порту Усть-Луга</w:t>
          </w:r>
          <w:r>
            <w:rPr>
              <w:sz w:val="22"/>
            </w:rPr>
            <w:t xml:space="preserve">. </w:t>
          </w:r>
          <w:r>
            <w:t xml:space="preserve"> </w:t>
          </w:r>
          <w:r w:rsidRPr="008947BC">
            <w:rPr>
              <w:sz w:val="22"/>
            </w:rPr>
            <w:t>Береговые объекты терминала</w:t>
          </w:r>
        </w:p>
      </w:tc>
    </w:tr>
    <w:bookmarkEnd w:id="7"/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8947BC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6"/>
            </w:rPr>
          </w:pP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</w:pPr>
        </w:p>
      </w:tc>
    </w:tr>
    <w:tr w:rsidR="00EC2A99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EC2A99" w:rsidRPr="008947BC" w:rsidRDefault="00EC2A99">
          <w:pPr>
            <w:pStyle w:val="a9"/>
          </w:pPr>
        </w:p>
      </w:tc>
      <w:tc>
        <w:tcPr>
          <w:tcW w:w="347" w:type="dxa"/>
          <w:gridSpan w:val="2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9"/>
            <w:jc w:val="center"/>
            <w:rPr>
              <w:sz w:val="19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8947BC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Изм</w:t>
          </w:r>
          <w:r w:rsidRPr="008947BC">
            <w:rPr>
              <w:sz w:val="16"/>
            </w:rPr>
            <w:t>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Кол.уч.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Лист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№</w:t>
          </w:r>
          <w:r w:rsidRPr="008947BC">
            <w:rPr>
              <w:sz w:val="16"/>
            </w:rPr>
            <w:t xml:space="preserve"> </w:t>
          </w:r>
          <w:r w:rsidRPr="00EC2A99">
            <w:rPr>
              <w:sz w:val="16"/>
            </w:rPr>
            <w:t>док.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Подпись</w:t>
          </w: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Pr="00EC2A99" w:rsidRDefault="00EC2A99">
          <w:pPr>
            <w:pStyle w:val="a7"/>
            <w:spacing w:before="0" w:after="0"/>
            <w:rPr>
              <w:sz w:val="16"/>
            </w:rPr>
          </w:pPr>
          <w:r w:rsidRPr="00EC2A99">
            <w:rPr>
              <w:sz w:val="16"/>
            </w:rPr>
            <w:t>Дата</w:t>
          </w:r>
        </w:p>
      </w:tc>
      <w:tc>
        <w:tcPr>
          <w:tcW w:w="648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C2A99" w:rsidRDefault="00EC2A99">
          <w:pPr>
            <w:pStyle w:val="a9"/>
            <w:jc w:val="center"/>
          </w:pPr>
        </w:p>
      </w:tc>
    </w:tr>
    <w:tr w:rsidR="00876B3A">
      <w:trPr>
        <w:cantSplit/>
        <w:trHeight w:hRule="exact" w:val="280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8" w:name="nob" w:colFirst="7" w:colLast="7"/>
        </w:p>
      </w:tc>
      <w:tc>
        <w:tcPr>
          <w:tcW w:w="347" w:type="dxa"/>
          <w:gridSpan w:val="2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399" w:type="dxa"/>
          <w:gridSpan w:val="2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9"/>
            </w:rPr>
          </w:pP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Разработал</w:t>
          </w:r>
        </w:p>
      </w:tc>
      <w:tc>
        <w:tcPr>
          <w:tcW w:w="1136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947BC" w:rsidP="008947BC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Прокофьев</w:t>
          </w:r>
        </w:p>
      </w:tc>
      <w:tc>
        <w:tcPr>
          <w:tcW w:w="83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674F3E" w:rsidP="00876B3A">
          <w:pPr>
            <w:pStyle w:val="a9"/>
            <w:jc w:val="center"/>
            <w:rPr>
              <w:sz w:val="22"/>
            </w:rPr>
          </w:pPr>
          <w:r w:rsidRPr="00674F3E">
            <w:rPr>
              <w:sz w:val="22"/>
            </w:rPr>
            <w:t>СРВ. Здание трансбордера. Тоннель</w:t>
          </w:r>
        </w:p>
      </w:tc>
      <w:tc>
        <w:tcPr>
          <w:tcW w:w="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Стадия</w:t>
          </w:r>
        </w:p>
      </w:tc>
      <w:tc>
        <w:tcPr>
          <w:tcW w:w="818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</w:t>
          </w:r>
        </w:p>
      </w:tc>
      <w:tc>
        <w:tcPr>
          <w:tcW w:w="1042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A8042B" w:rsidRDefault="00876B3A" w:rsidP="00876B3A">
          <w:pPr>
            <w:pStyle w:val="a7"/>
            <w:spacing w:before="0" w:after="0"/>
            <w:rPr>
              <w:sz w:val="20"/>
              <w:szCs w:val="20"/>
            </w:rPr>
          </w:pPr>
          <w:r w:rsidRPr="00A8042B">
            <w:rPr>
              <w:sz w:val="20"/>
              <w:szCs w:val="20"/>
            </w:rPr>
            <w:t>Листов</w:t>
          </w: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9" w:name="tbn" w:colFirst="9" w:colLast="9"/>
          <w:bookmarkStart w:id="10" w:name="listov" w:colFirst="10" w:colLast="10"/>
          <w:bookmarkStart w:id="11" w:name="stad" w:colFirst="8" w:colLast="8"/>
          <w:bookmarkStart w:id="12" w:name="invn1" w:colFirst="2" w:colLast="2"/>
          <w:bookmarkEnd w:id="8"/>
        </w:p>
      </w:tc>
      <w:tc>
        <w:tcPr>
          <w:tcW w:w="347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bottom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ind w:right="113"/>
            <w:jc w:val="center"/>
            <w:rPr>
              <w:sz w:val="19"/>
            </w:rPr>
          </w:pPr>
          <w:r w:rsidRPr="00EC2A99">
            <w:rPr>
              <w:sz w:val="19"/>
            </w:rPr>
            <w:t>Инв. № подл.</w:t>
          </w:r>
        </w:p>
      </w:tc>
      <w:tc>
        <w:tcPr>
          <w:tcW w:w="399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top w:w="0" w:type="dxa"/>
          </w:tcMar>
          <w:textDirection w:val="btLr"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b/>
              <w:bCs/>
              <w:sz w:val="19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 w:rsidRPr="00E46F37">
            <w:rPr>
              <w:sz w:val="16"/>
            </w:rPr>
            <w:t>Проверил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947BC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Полушин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947BC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Р</w:t>
          </w:r>
        </w:p>
      </w:tc>
      <w:tc>
        <w:tcPr>
          <w:tcW w:w="818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rStyle w:val="af1"/>
              <w:sz w:val="22"/>
              <w:szCs w:val="22"/>
            </w:rPr>
            <w:fldChar w:fldCharType="begin"/>
          </w:r>
          <w:r w:rsidRPr="00EC2A99">
            <w:rPr>
              <w:rStyle w:val="af1"/>
              <w:sz w:val="22"/>
              <w:szCs w:val="22"/>
            </w:rPr>
            <w:instrText xml:space="preserve"> PAGE </w:instrText>
          </w:r>
          <w:r w:rsidRPr="00EC2A99">
            <w:rPr>
              <w:rStyle w:val="af1"/>
              <w:sz w:val="22"/>
              <w:szCs w:val="22"/>
            </w:rPr>
            <w:fldChar w:fldCharType="separate"/>
          </w:r>
          <w:r w:rsidR="004B2B40">
            <w:rPr>
              <w:rStyle w:val="af1"/>
              <w:noProof/>
              <w:sz w:val="22"/>
              <w:szCs w:val="22"/>
            </w:rPr>
            <w:t>1</w:t>
          </w:r>
          <w:r w:rsidRPr="00EC2A99">
            <w:rPr>
              <w:rStyle w:val="af1"/>
              <w:sz w:val="22"/>
              <w:szCs w:val="22"/>
            </w:rPr>
            <w:fldChar w:fldCharType="end"/>
          </w:r>
        </w:p>
      </w:tc>
      <w:tc>
        <w:tcPr>
          <w:tcW w:w="1042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22"/>
              <w:szCs w:val="22"/>
            </w:rPr>
          </w:pPr>
          <w:r w:rsidRPr="00EC2A99">
            <w:rPr>
              <w:sz w:val="22"/>
              <w:szCs w:val="22"/>
            </w:rPr>
            <w:fldChar w:fldCharType="begin"/>
          </w:r>
          <w:r w:rsidRPr="00EC2A99">
            <w:rPr>
              <w:sz w:val="22"/>
              <w:szCs w:val="22"/>
            </w:rPr>
            <w:instrText xml:space="preserve"> NUMPAGES  \* MERGEFORMAT </w:instrText>
          </w:r>
          <w:r w:rsidRPr="00EC2A99">
            <w:rPr>
              <w:sz w:val="22"/>
              <w:szCs w:val="22"/>
            </w:rPr>
            <w:fldChar w:fldCharType="separate"/>
          </w:r>
          <w:r w:rsidR="004B2B40">
            <w:rPr>
              <w:noProof/>
              <w:sz w:val="22"/>
              <w:szCs w:val="22"/>
            </w:rPr>
            <w:t>8</w:t>
          </w:r>
          <w:r w:rsidRPr="00EC2A99">
            <w:rPr>
              <w:sz w:val="22"/>
              <w:szCs w:val="22"/>
            </w:rPr>
            <w:fldChar w:fldCharType="end"/>
          </w:r>
        </w:p>
      </w:tc>
    </w:tr>
    <w:bookmarkEnd w:id="9"/>
    <w:bookmarkEnd w:id="10"/>
    <w:bookmarkEnd w:id="11"/>
    <w:bookmarkEnd w:id="12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3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818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  <w:tc>
        <w:tcPr>
          <w:tcW w:w="1042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</w:pPr>
        </w:p>
      </w:tc>
    </w:tr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  <w:bookmarkStart w:id="13" w:name="ndok" w:colFirst="7" w:colLast="7"/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947BC" w:rsidP="00876B3A">
          <w:pPr>
            <w:pStyle w:val="a9"/>
            <w:jc w:val="center"/>
            <w:rPr>
              <w:sz w:val="22"/>
            </w:rPr>
          </w:pPr>
          <w:r>
            <w:rPr>
              <w:sz w:val="22"/>
            </w:rPr>
            <w:t>Опросный лист</w:t>
          </w:r>
        </w:p>
      </w:tc>
      <w:tc>
        <w:tcPr>
          <w:tcW w:w="269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spacing w:before="120"/>
            <w:jc w:val="center"/>
            <w:rPr>
              <w:b/>
              <w:caps/>
              <w:sz w:val="24"/>
            </w:rPr>
          </w:pPr>
          <w:r>
            <w:rPr>
              <w:b/>
              <w:caps/>
              <w:noProof/>
              <w:sz w:val="24"/>
            </w:rPr>
            <w:drawing>
              <wp:inline distT="0" distB="0" distL="0" distR="0" wp14:anchorId="77A774B3" wp14:editId="6E34FA60">
                <wp:extent cx="390525" cy="252730"/>
                <wp:effectExtent l="0" t="0" r="9525" b="0"/>
                <wp:docPr id="2" name="Рисунок 2" descr="mst+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t+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3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76B3A" w:rsidRPr="00EC2A99" w:rsidRDefault="00876B3A" w:rsidP="00876B3A">
          <w:pPr>
            <w:pStyle w:val="a9"/>
            <w:spacing w:before="40"/>
            <w:jc w:val="center"/>
            <w:rPr>
              <w:sz w:val="19"/>
              <w:szCs w:val="19"/>
            </w:rPr>
          </w:pPr>
          <w:r w:rsidRPr="00EC2A99">
            <w:rPr>
              <w:b/>
              <w:caps/>
              <w:sz w:val="19"/>
              <w:szCs w:val="19"/>
            </w:rPr>
            <w:t>МОРСТРОЙТЕХНОЛОГИЯ</w:t>
          </w:r>
        </w:p>
      </w:tc>
    </w:tr>
    <w:bookmarkEnd w:id="13"/>
    <w:tr w:rsidR="00876B3A">
      <w:trPr>
        <w:cantSplit/>
        <w:trHeight w:hRule="exact" w:val="282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Нормоконтр.</w:t>
          </w:r>
        </w:p>
      </w:tc>
      <w:tc>
        <w:tcPr>
          <w:tcW w:w="1136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947BC" w:rsidP="00876B3A">
          <w:pPr>
            <w:pStyle w:val="a9"/>
            <w:jc w:val="center"/>
            <w:rPr>
              <w:sz w:val="16"/>
            </w:rPr>
          </w:pPr>
          <w:r>
            <w:rPr>
              <w:sz w:val="16"/>
            </w:rPr>
            <w:t>Сычугов</w:t>
          </w:r>
        </w:p>
      </w:tc>
      <w:tc>
        <w:tcPr>
          <w:tcW w:w="83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right w:val="single" w:sz="12" w:space="0" w:color="auto"/>
          </w:tcBorders>
          <w:tcMar>
            <w:right w:w="85" w:type="dxa"/>
          </w:tcMar>
          <w:vAlign w:val="center"/>
        </w:tcPr>
        <w:p w:rsidR="00876B3A" w:rsidRDefault="00876B3A" w:rsidP="00876B3A">
          <w:pPr>
            <w:pStyle w:val="a9"/>
            <w:jc w:val="right"/>
            <w:rPr>
              <w:sz w:val="19"/>
            </w:rPr>
          </w:pPr>
        </w:p>
      </w:tc>
    </w:tr>
    <w:tr w:rsidR="00876B3A">
      <w:trPr>
        <w:cantSplit/>
        <w:trHeight w:hRule="exact" w:val="284"/>
      </w:trPr>
      <w:tc>
        <w:tcPr>
          <w:tcW w:w="397" w:type="dxa"/>
          <w:gridSpan w:val="2"/>
          <w:vMerge/>
          <w:tcBorders>
            <w:top w:val="single" w:sz="12" w:space="0" w:color="auto"/>
            <w:left w:val="nil"/>
            <w:bottom w:val="nil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47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399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1136" w:type="dxa"/>
          <w:gridSpan w:val="2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83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568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Pr="00EC2A99" w:rsidRDefault="00876B3A" w:rsidP="00876B3A">
          <w:pPr>
            <w:pStyle w:val="a9"/>
            <w:jc w:val="center"/>
            <w:rPr>
              <w:sz w:val="16"/>
            </w:rPr>
          </w:pPr>
        </w:p>
      </w:tc>
      <w:tc>
        <w:tcPr>
          <w:tcW w:w="3788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876B3A" w:rsidRDefault="00876B3A" w:rsidP="00876B3A">
          <w:pPr>
            <w:pStyle w:val="a9"/>
          </w:pPr>
        </w:p>
      </w:tc>
      <w:tc>
        <w:tcPr>
          <w:tcW w:w="2695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6B3A" w:rsidRDefault="00876B3A" w:rsidP="00876B3A">
          <w:pPr>
            <w:pStyle w:val="a9"/>
            <w:jc w:val="center"/>
            <w:rPr>
              <w:sz w:val="20"/>
            </w:rPr>
          </w:pPr>
        </w:p>
      </w:tc>
    </w:tr>
  </w:tbl>
  <w:p w:rsidR="00EC2A99" w:rsidRDefault="00EC2A99">
    <w:pPr>
      <w:pStyle w:val="a9"/>
      <w:spacing w:before="30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44C" w:rsidRDefault="00CC444C">
      <w:r>
        <w:separator/>
      </w:r>
    </w:p>
  </w:footnote>
  <w:footnote w:type="continuationSeparator" w:id="0">
    <w:p w:rsidR="00CC444C" w:rsidRDefault="00CC4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54D116"/>
    <w:lvl w:ilvl="0">
      <w:start w:val="1"/>
      <w:numFmt w:val="decimal"/>
      <w:pStyle w:val="5"/>
      <w:lvlText w:val="%1)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CCAAD9A"/>
    <w:lvl w:ilvl="0">
      <w:start w:val="1"/>
      <w:numFmt w:val="decimal"/>
      <w:pStyle w:val="4"/>
      <w:lvlText w:val="%1)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6A55E4"/>
    <w:lvl w:ilvl="0">
      <w:start w:val="1"/>
      <w:numFmt w:val="decimal"/>
      <w:pStyle w:val="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AF665DC"/>
    <w:lvl w:ilvl="0">
      <w:start w:val="1"/>
      <w:numFmt w:val="bullet"/>
      <w:pStyle w:val="50"/>
      <w:lvlText w:val=""/>
      <w:lvlJc w:val="left"/>
      <w:pPr>
        <w:tabs>
          <w:tab w:val="num" w:pos="1492"/>
        </w:tabs>
        <w:ind w:left="1489" w:hanging="357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6A8812"/>
    <w:lvl w:ilvl="0">
      <w:start w:val="1"/>
      <w:numFmt w:val="bullet"/>
      <w:pStyle w:val="40"/>
      <w:lvlText w:val=""/>
      <w:lvlJc w:val="left"/>
      <w:pPr>
        <w:tabs>
          <w:tab w:val="num" w:pos="1789"/>
        </w:tabs>
        <w:ind w:left="1786" w:hanging="357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200F5A"/>
    <w:lvl w:ilvl="0">
      <w:start w:val="1"/>
      <w:numFmt w:val="bullet"/>
      <w:pStyle w:val="30"/>
      <w:lvlText w:val=""/>
      <w:lvlJc w:val="left"/>
      <w:pPr>
        <w:tabs>
          <w:tab w:val="num" w:pos="1074"/>
        </w:tabs>
        <w:ind w:left="1074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7022A76"/>
    <w:lvl w:ilvl="0">
      <w:start w:val="1"/>
      <w:numFmt w:val="bullet"/>
      <w:pStyle w:val="20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8F62C2C"/>
    <w:lvl w:ilvl="0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20472C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806704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A0F1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F03CD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32BE8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85F29"/>
    <w:multiLevelType w:val="multilevel"/>
    <w:tmpl w:val="3A5E7790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425"/>
      </w:pPr>
      <w:rPr>
        <w:rFonts w:ascii="Times New Roman" w:hAnsi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5" w15:restartNumberingAfterBreak="0">
    <w:nsid w:val="40C3382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364B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317A7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E3BBC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13DE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933011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162D0"/>
    <w:multiLevelType w:val="hybridMultilevel"/>
    <w:tmpl w:val="DAFEC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18"/>
  </w:num>
  <w:num w:numId="13">
    <w:abstractNumId w:val="10"/>
  </w:num>
  <w:num w:numId="14">
    <w:abstractNumId w:val="12"/>
  </w:num>
  <w:num w:numId="15">
    <w:abstractNumId w:val="19"/>
  </w:num>
  <w:num w:numId="16">
    <w:abstractNumId w:val="20"/>
  </w:num>
  <w:num w:numId="17">
    <w:abstractNumId w:val="16"/>
  </w:num>
  <w:num w:numId="18">
    <w:abstractNumId w:val="13"/>
  </w:num>
  <w:num w:numId="19">
    <w:abstractNumId w:val="21"/>
  </w:num>
  <w:num w:numId="20">
    <w:abstractNumId w:val="15"/>
  </w:num>
  <w:num w:numId="21">
    <w:abstractNumId w:val="1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CA"/>
    <w:rsid w:val="00002056"/>
    <w:rsid w:val="000844BA"/>
    <w:rsid w:val="0017100D"/>
    <w:rsid w:val="00182AD8"/>
    <w:rsid w:val="001D6ACC"/>
    <w:rsid w:val="00217A32"/>
    <w:rsid w:val="002A3A39"/>
    <w:rsid w:val="002D1377"/>
    <w:rsid w:val="003472A9"/>
    <w:rsid w:val="00354B2E"/>
    <w:rsid w:val="003B0B45"/>
    <w:rsid w:val="003D31B7"/>
    <w:rsid w:val="00437967"/>
    <w:rsid w:val="00461670"/>
    <w:rsid w:val="004A069E"/>
    <w:rsid w:val="004B2B40"/>
    <w:rsid w:val="00661CC9"/>
    <w:rsid w:val="00667F67"/>
    <w:rsid w:val="00674F3E"/>
    <w:rsid w:val="0072494F"/>
    <w:rsid w:val="0073374A"/>
    <w:rsid w:val="00757B91"/>
    <w:rsid w:val="00762ABA"/>
    <w:rsid w:val="008353CA"/>
    <w:rsid w:val="00876B3A"/>
    <w:rsid w:val="008947BC"/>
    <w:rsid w:val="008B166D"/>
    <w:rsid w:val="0090157A"/>
    <w:rsid w:val="00927A7C"/>
    <w:rsid w:val="009972AE"/>
    <w:rsid w:val="009D1BDF"/>
    <w:rsid w:val="009E1D9C"/>
    <w:rsid w:val="00A8042B"/>
    <w:rsid w:val="00B065B4"/>
    <w:rsid w:val="00B26B2E"/>
    <w:rsid w:val="00B52656"/>
    <w:rsid w:val="00BE28E9"/>
    <w:rsid w:val="00C20D81"/>
    <w:rsid w:val="00C978EB"/>
    <w:rsid w:val="00CA69D6"/>
    <w:rsid w:val="00CC444C"/>
    <w:rsid w:val="00D539A9"/>
    <w:rsid w:val="00D75FC3"/>
    <w:rsid w:val="00DB03F1"/>
    <w:rsid w:val="00DD1038"/>
    <w:rsid w:val="00DD1940"/>
    <w:rsid w:val="00EB0E5C"/>
    <w:rsid w:val="00EC2A99"/>
    <w:rsid w:val="00F342A2"/>
    <w:rsid w:val="00F647CA"/>
    <w:rsid w:val="00F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0D07F0C-125A-459D-B2DD-D94CD459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52656"/>
    <w:pPr>
      <w:spacing w:before="120"/>
      <w:ind w:firstLine="709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1"/>
    <w:next w:val="a2"/>
    <w:qFormat/>
    <w:pPr>
      <w:keepNext/>
      <w:keepLines/>
      <w:pageBreakBefore/>
      <w:numPr>
        <w:numId w:val="1"/>
      </w:numPr>
      <w:spacing w:before="480" w:after="24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basedOn w:val="1"/>
    <w:next w:val="a2"/>
    <w:qFormat/>
    <w:pPr>
      <w:pageBreakBefore w:val="0"/>
      <w:numPr>
        <w:ilvl w:val="1"/>
      </w:numPr>
      <w:tabs>
        <w:tab w:val="left" w:pos="1361"/>
      </w:tabs>
      <w:spacing w:before="360"/>
      <w:ind w:left="1287" w:hanging="578"/>
      <w:outlineLvl w:val="1"/>
    </w:pPr>
    <w:rPr>
      <w:bCs w:val="0"/>
      <w:i/>
      <w:iCs/>
      <w:szCs w:val="28"/>
    </w:rPr>
  </w:style>
  <w:style w:type="paragraph" w:styleId="31">
    <w:name w:val="heading 3"/>
    <w:basedOn w:val="21"/>
    <w:next w:val="a2"/>
    <w:qFormat/>
    <w:pPr>
      <w:numPr>
        <w:ilvl w:val="2"/>
      </w:numPr>
      <w:tabs>
        <w:tab w:val="clear" w:pos="1361"/>
      </w:tabs>
      <w:spacing w:before="240" w:after="120"/>
      <w:ind w:left="0" w:firstLine="709"/>
      <w:outlineLvl w:val="2"/>
    </w:pPr>
    <w:rPr>
      <w:bCs/>
      <w:i w:val="0"/>
      <w:sz w:val="26"/>
      <w:szCs w:val="26"/>
    </w:rPr>
  </w:style>
  <w:style w:type="paragraph" w:styleId="41">
    <w:name w:val="heading 4"/>
    <w:basedOn w:val="31"/>
    <w:next w:val="a2"/>
    <w:qFormat/>
    <w:pPr>
      <w:numPr>
        <w:ilvl w:val="3"/>
      </w:numPr>
      <w:tabs>
        <w:tab w:val="clear" w:pos="1573"/>
        <w:tab w:val="left" w:pos="1758"/>
      </w:tabs>
      <w:spacing w:before="200"/>
      <w:ind w:left="0" w:firstLine="709"/>
      <w:outlineLvl w:val="3"/>
    </w:pPr>
    <w:rPr>
      <w:i/>
      <w:iCs w:val="0"/>
      <w:szCs w:val="28"/>
    </w:rPr>
  </w:style>
  <w:style w:type="paragraph" w:styleId="51">
    <w:name w:val="heading 5"/>
    <w:basedOn w:val="41"/>
    <w:next w:val="a2"/>
    <w:qFormat/>
    <w:pPr>
      <w:numPr>
        <w:ilvl w:val="4"/>
      </w:numPr>
      <w:tabs>
        <w:tab w:val="clear" w:pos="1717"/>
        <w:tab w:val="clear" w:pos="1758"/>
        <w:tab w:val="left" w:pos="1247"/>
      </w:tabs>
      <w:spacing w:before="240"/>
      <w:ind w:left="0" w:firstLine="0"/>
      <w:outlineLvl w:val="4"/>
    </w:pPr>
    <w:rPr>
      <w:i w:val="0"/>
      <w:iCs/>
      <w:szCs w:val="26"/>
    </w:r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2">
    <w:name w:val="Body Text 3"/>
    <w:basedOn w:val="22"/>
    <w:pPr>
      <w:spacing w:line="480" w:lineRule="auto"/>
    </w:pPr>
    <w:rPr>
      <w:szCs w:val="16"/>
    </w:rPr>
  </w:style>
  <w:style w:type="paragraph" w:customStyle="1" w:styleId="a6">
    <w:name w:val="Таблица"/>
    <w:basedOn w:val="a7"/>
    <w:rsid w:val="004A069E"/>
  </w:style>
  <w:style w:type="paragraph" w:styleId="a2">
    <w:name w:val="Body Text"/>
    <w:basedOn w:val="a1"/>
  </w:style>
  <w:style w:type="paragraph" w:styleId="a8">
    <w:name w:val="header"/>
    <w:basedOn w:val="a1"/>
    <w:pPr>
      <w:ind w:firstLine="0"/>
      <w:jc w:val="left"/>
    </w:pPr>
    <w:rPr>
      <w:sz w:val="20"/>
    </w:rPr>
  </w:style>
  <w:style w:type="paragraph" w:styleId="a9">
    <w:name w:val="footer"/>
    <w:basedOn w:val="a1"/>
    <w:rsid w:val="00EC2A99"/>
    <w:pPr>
      <w:spacing w:before="0"/>
      <w:ind w:firstLine="0"/>
      <w:jc w:val="left"/>
    </w:pPr>
    <w:rPr>
      <w:sz w:val="18"/>
    </w:rPr>
  </w:style>
  <w:style w:type="paragraph" w:customStyle="1" w:styleId="10">
    <w:name w:val="Заголовок1"/>
    <w:basedOn w:val="a2"/>
    <w:next w:val="a2"/>
    <w:rsid w:val="00757B91"/>
    <w:pPr>
      <w:keepNext/>
      <w:keepLines/>
      <w:spacing w:before="360" w:after="360"/>
      <w:ind w:firstLine="0"/>
      <w:jc w:val="center"/>
    </w:pPr>
    <w:rPr>
      <w:b/>
      <w:caps/>
      <w:sz w:val="28"/>
    </w:rPr>
  </w:style>
  <w:style w:type="paragraph" w:styleId="aa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ab">
    <w:name w:val="Date"/>
    <w:basedOn w:val="a1"/>
    <w:next w:val="a1"/>
  </w:style>
  <w:style w:type="paragraph" w:styleId="ac">
    <w:name w:val="toa heading"/>
    <w:basedOn w:val="a1"/>
    <w:next w:val="a1"/>
    <w:semiHidden/>
    <w:rPr>
      <w:rFonts w:cs="Arial"/>
      <w:b/>
      <w:bCs/>
    </w:rPr>
  </w:style>
  <w:style w:type="paragraph" w:styleId="ad">
    <w:name w:val="Body Text First Indent"/>
    <w:basedOn w:val="a2"/>
    <w:pPr>
      <w:ind w:firstLine="567"/>
    </w:pPr>
  </w:style>
  <w:style w:type="paragraph" w:styleId="ae">
    <w:name w:val="Body Text Indent"/>
    <w:basedOn w:val="a1"/>
    <w:pPr>
      <w:ind w:left="283"/>
    </w:pPr>
  </w:style>
  <w:style w:type="paragraph" w:styleId="23">
    <w:name w:val="Body Text First Indent 2"/>
    <w:basedOn w:val="ae"/>
    <w:pPr>
      <w:ind w:left="284" w:firstLine="567"/>
    </w:pPr>
  </w:style>
  <w:style w:type="paragraph" w:styleId="a0">
    <w:name w:val="List Bullet"/>
    <w:basedOn w:val="a1"/>
    <w:rsid w:val="00002056"/>
    <w:pPr>
      <w:numPr>
        <w:numId w:val="2"/>
      </w:numPr>
    </w:pPr>
  </w:style>
  <w:style w:type="paragraph" w:styleId="20">
    <w:name w:val="List Bullet 2"/>
    <w:basedOn w:val="a0"/>
    <w:rsid w:val="00002056"/>
    <w:pPr>
      <w:numPr>
        <w:numId w:val="3"/>
      </w:numPr>
      <w:tabs>
        <w:tab w:val="clear" w:pos="717"/>
        <w:tab w:val="num" w:pos="993"/>
      </w:tabs>
      <w:ind w:left="993" w:hanging="284"/>
    </w:pPr>
  </w:style>
  <w:style w:type="paragraph" w:styleId="30">
    <w:name w:val="List Bullet 3"/>
    <w:basedOn w:val="2"/>
    <w:rsid w:val="00002056"/>
    <w:pPr>
      <w:numPr>
        <w:numId w:val="4"/>
      </w:numPr>
      <w:tabs>
        <w:tab w:val="clear" w:pos="907"/>
        <w:tab w:val="clear" w:pos="1074"/>
        <w:tab w:val="left" w:pos="1276"/>
      </w:tabs>
      <w:ind w:left="1276" w:hanging="283"/>
    </w:pPr>
  </w:style>
  <w:style w:type="paragraph" w:styleId="40">
    <w:name w:val="List Bullet 4"/>
    <w:basedOn w:val="30"/>
    <w:pPr>
      <w:numPr>
        <w:numId w:val="5"/>
      </w:numPr>
      <w:tabs>
        <w:tab w:val="clear" w:pos="1789"/>
        <w:tab w:val="left" w:pos="1429"/>
      </w:tabs>
      <w:ind w:left="1429"/>
    </w:pPr>
  </w:style>
  <w:style w:type="paragraph" w:styleId="50">
    <w:name w:val="List Bullet 5"/>
    <w:basedOn w:val="4"/>
    <w:pPr>
      <w:numPr>
        <w:numId w:val="6"/>
      </w:numPr>
      <w:tabs>
        <w:tab w:val="clear" w:pos="1492"/>
        <w:tab w:val="left" w:pos="1786"/>
      </w:tabs>
      <w:ind w:left="1786"/>
    </w:pPr>
  </w:style>
  <w:style w:type="paragraph" w:styleId="af">
    <w:name w:val="Title"/>
    <w:basedOn w:val="10"/>
    <w:next w:val="a2"/>
    <w:qFormat/>
    <w:rPr>
      <w:rFonts w:cs="Arial"/>
      <w:bCs/>
      <w:szCs w:val="32"/>
    </w:rPr>
  </w:style>
  <w:style w:type="paragraph" w:styleId="af0">
    <w:name w:val="caption"/>
    <w:basedOn w:val="a1"/>
    <w:next w:val="a1"/>
    <w:qFormat/>
    <w:pPr>
      <w:keepNext/>
      <w:keepLines/>
      <w:jc w:val="left"/>
    </w:pPr>
    <w:rPr>
      <w:b/>
      <w:bCs/>
      <w:sz w:val="28"/>
      <w:szCs w:val="20"/>
    </w:rPr>
  </w:style>
  <w:style w:type="character" w:styleId="af1">
    <w:name w:val="page number"/>
    <w:rPr>
      <w:sz w:val="20"/>
    </w:rPr>
  </w:style>
  <w:style w:type="paragraph" w:styleId="24">
    <w:name w:val="envelope return"/>
    <w:basedOn w:val="a1"/>
    <w:rPr>
      <w:rFonts w:cs="Arial"/>
      <w:sz w:val="20"/>
      <w:szCs w:val="20"/>
    </w:rPr>
  </w:style>
  <w:style w:type="paragraph" w:styleId="22">
    <w:name w:val="Body Text 2"/>
    <w:basedOn w:val="a2"/>
    <w:pPr>
      <w:spacing w:line="360" w:lineRule="auto"/>
    </w:pPr>
  </w:style>
  <w:style w:type="paragraph" w:styleId="25">
    <w:name w:val="Body Text Indent 2"/>
    <w:basedOn w:val="22"/>
    <w:pPr>
      <w:ind w:left="284"/>
    </w:pPr>
  </w:style>
  <w:style w:type="paragraph" w:styleId="33">
    <w:name w:val="Body Text Indent 3"/>
    <w:basedOn w:val="32"/>
    <w:pPr>
      <w:ind w:left="284"/>
    </w:pPr>
  </w:style>
  <w:style w:type="paragraph" w:styleId="af2">
    <w:name w:val="Subtitle"/>
    <w:basedOn w:val="a2"/>
    <w:next w:val="a2"/>
    <w:qFormat/>
    <w:pPr>
      <w:keepNext/>
      <w:ind w:left="567" w:firstLine="0"/>
      <w:jc w:val="left"/>
    </w:pPr>
    <w:rPr>
      <w:rFonts w:cs="Arial"/>
      <w:b/>
      <w:i/>
      <w:sz w:val="28"/>
    </w:rPr>
  </w:style>
  <w:style w:type="paragraph" w:styleId="af3">
    <w:name w:val="Salutation"/>
    <w:basedOn w:val="a1"/>
    <w:next w:val="a1"/>
    <w:pPr>
      <w:ind w:left="851"/>
    </w:pPr>
  </w:style>
  <w:style w:type="paragraph" w:styleId="11">
    <w:name w:val="index 1"/>
    <w:basedOn w:val="a1"/>
    <w:next w:val="a1"/>
    <w:autoRedefine/>
    <w:semiHidden/>
    <w:pPr>
      <w:ind w:left="260" w:hanging="260"/>
    </w:pPr>
  </w:style>
  <w:style w:type="paragraph" w:styleId="af4">
    <w:name w:val="index heading"/>
    <w:basedOn w:val="a1"/>
    <w:next w:val="11"/>
    <w:semiHidden/>
    <w:rPr>
      <w:rFonts w:cs="Arial"/>
      <w:b/>
      <w:bCs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af6">
    <w:name w:val="E-mail Signature"/>
    <w:basedOn w:val="a1"/>
  </w:style>
  <w:style w:type="paragraph" w:styleId="2">
    <w:name w:val="List Number 2"/>
    <w:basedOn w:val="a"/>
    <w:pPr>
      <w:numPr>
        <w:numId w:val="8"/>
      </w:numPr>
      <w:tabs>
        <w:tab w:val="clear" w:pos="454"/>
        <w:tab w:val="clear" w:pos="643"/>
        <w:tab w:val="left" w:pos="907"/>
      </w:tabs>
      <w:ind w:left="908" w:hanging="454"/>
    </w:pPr>
  </w:style>
  <w:style w:type="paragraph" w:styleId="4">
    <w:name w:val="List Number 4"/>
    <w:basedOn w:val="3"/>
    <w:pPr>
      <w:numPr>
        <w:numId w:val="9"/>
      </w:numPr>
      <w:tabs>
        <w:tab w:val="clear" w:pos="1209"/>
      </w:tabs>
      <w:ind w:left="1815" w:hanging="454"/>
    </w:pPr>
  </w:style>
  <w:style w:type="paragraph" w:customStyle="1" w:styleId="af7">
    <w:name w:val="Список бюл."/>
    <w:basedOn w:val="a0"/>
  </w:style>
  <w:style w:type="paragraph" w:customStyle="1" w:styleId="26">
    <w:name w:val="Список бюл.2"/>
    <w:basedOn w:val="20"/>
  </w:style>
  <w:style w:type="paragraph" w:customStyle="1" w:styleId="34">
    <w:name w:val="Список бюл.3"/>
    <w:basedOn w:val="30"/>
  </w:style>
  <w:style w:type="paragraph" w:customStyle="1" w:styleId="42">
    <w:name w:val="Список бюл.4"/>
    <w:basedOn w:val="40"/>
  </w:style>
  <w:style w:type="paragraph" w:customStyle="1" w:styleId="52">
    <w:name w:val="Список бюл.5"/>
    <w:basedOn w:val="50"/>
  </w:style>
  <w:style w:type="paragraph" w:customStyle="1" w:styleId="af8">
    <w:name w:val="Список нум."/>
    <w:basedOn w:val="a"/>
  </w:style>
  <w:style w:type="paragraph" w:styleId="a">
    <w:name w:val="List Number"/>
    <w:basedOn w:val="a1"/>
    <w:pPr>
      <w:numPr>
        <w:numId w:val="7"/>
      </w:numPr>
      <w:tabs>
        <w:tab w:val="clear" w:pos="360"/>
        <w:tab w:val="left" w:pos="454"/>
      </w:tabs>
      <w:ind w:left="454" w:hanging="454"/>
      <w:jc w:val="left"/>
    </w:pPr>
  </w:style>
  <w:style w:type="paragraph" w:styleId="3">
    <w:name w:val="List Number 3"/>
    <w:basedOn w:val="2"/>
    <w:pPr>
      <w:numPr>
        <w:numId w:val="11"/>
      </w:numPr>
      <w:tabs>
        <w:tab w:val="clear" w:pos="926"/>
        <w:tab w:val="left" w:pos="1361"/>
      </w:tabs>
      <w:ind w:left="1361" w:hanging="454"/>
    </w:pPr>
  </w:style>
  <w:style w:type="paragraph" w:styleId="5">
    <w:name w:val="List Number 5"/>
    <w:basedOn w:val="4"/>
    <w:pPr>
      <w:numPr>
        <w:numId w:val="10"/>
      </w:numPr>
      <w:tabs>
        <w:tab w:val="clear" w:pos="1361"/>
        <w:tab w:val="clear" w:pos="1492"/>
        <w:tab w:val="left" w:pos="2268"/>
      </w:tabs>
      <w:ind w:left="2268" w:hanging="454"/>
    </w:pPr>
  </w:style>
  <w:style w:type="paragraph" w:customStyle="1" w:styleId="27">
    <w:name w:val="Список нум.2"/>
    <w:basedOn w:val="2"/>
  </w:style>
  <w:style w:type="paragraph" w:customStyle="1" w:styleId="35">
    <w:name w:val="Список нум.3"/>
    <w:basedOn w:val="3"/>
  </w:style>
  <w:style w:type="paragraph" w:customStyle="1" w:styleId="43">
    <w:name w:val="Список нум.4"/>
    <w:basedOn w:val="4"/>
  </w:style>
  <w:style w:type="paragraph" w:customStyle="1" w:styleId="53">
    <w:name w:val="Список нум.5"/>
    <w:basedOn w:val="5"/>
  </w:style>
  <w:style w:type="paragraph" w:customStyle="1" w:styleId="a7">
    <w:name w:val="Основной текст таблицы"/>
    <w:basedOn w:val="a2"/>
    <w:rsid w:val="004A069E"/>
    <w:pPr>
      <w:spacing w:before="40" w:after="40"/>
      <w:ind w:firstLine="0"/>
      <w:jc w:val="center"/>
    </w:pPr>
    <w:rPr>
      <w:sz w:val="22"/>
    </w:rPr>
  </w:style>
  <w:style w:type="paragraph" w:customStyle="1" w:styleId="af9">
    <w:name w:val="Номер таблицы"/>
    <w:basedOn w:val="a2"/>
    <w:next w:val="a7"/>
    <w:pPr>
      <w:keepNext/>
      <w:keepLines/>
      <w:tabs>
        <w:tab w:val="left" w:pos="1843"/>
      </w:tabs>
      <w:ind w:left="1843" w:hanging="1843"/>
      <w:jc w:val="left"/>
    </w:pPr>
    <w:rPr>
      <w:b/>
    </w:rPr>
  </w:style>
  <w:style w:type="paragraph" w:customStyle="1" w:styleId="afa">
    <w:name w:val="Заголовок таблицы"/>
    <w:basedOn w:val="af9"/>
    <w:next w:val="a7"/>
  </w:style>
  <w:style w:type="paragraph" w:styleId="afb">
    <w:name w:val="Balloon Text"/>
    <w:basedOn w:val="a1"/>
    <w:link w:val="afc"/>
    <w:rsid w:val="00F9142D"/>
    <w:pPr>
      <w:spacing w:before="0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3"/>
    <w:link w:val="afb"/>
    <w:rsid w:val="00F9142D"/>
    <w:rPr>
      <w:rFonts w:ascii="Tahoma" w:hAnsi="Tahoma" w:cs="Tahoma"/>
      <w:sz w:val="16"/>
      <w:szCs w:val="16"/>
    </w:rPr>
  </w:style>
  <w:style w:type="table" w:styleId="afd">
    <w:name w:val="Table Grid"/>
    <w:basedOn w:val="a4"/>
    <w:rsid w:val="008353C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normacs://normacs.ru/2RB?dob=42125,000023&amp;dol=42174,365220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temp\Stamps\A4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1B58A-C3FD-431A-9D49-BD3A9001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</Template>
  <TotalTime>30</TotalTime>
  <Pages>8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LMP</Company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Сычугов Евгений Николаевич</dc:creator>
  <cp:lastModifiedBy>Мышкина Ольга Александровна \ Olga Myshkina</cp:lastModifiedBy>
  <cp:revision>6</cp:revision>
  <dcterms:created xsi:type="dcterms:W3CDTF">2024-06-05T13:20:00Z</dcterms:created>
  <dcterms:modified xsi:type="dcterms:W3CDTF">2024-07-03T12:20:00Z</dcterms:modified>
</cp:coreProperties>
</file>